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552" w:rsidRDefault="005B3552">
      <w:pPr>
        <w:sectPr w:rsidR="005B3552" w:rsidSect="00B419F0">
          <w:headerReference w:type="default" r:id="rId8"/>
          <w:footerReference w:type="default" r:id="rId9"/>
          <w:type w:val="continuous"/>
          <w:pgSz w:w="11907" w:h="16840" w:code="9"/>
          <w:pgMar w:top="567" w:right="851" w:bottom="567" w:left="851" w:header="454" w:footer="68" w:gutter="0"/>
          <w:cols w:space="720"/>
        </w:sect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07343" w:rsidRPr="00283630" w:rsidTr="00D600EC">
        <w:tc>
          <w:tcPr>
            <w:tcW w:w="10277" w:type="dxa"/>
            <w:shd w:val="clear" w:color="auto" w:fill="BDD6EE"/>
          </w:tcPr>
          <w:p w:rsidR="00907343" w:rsidRPr="00283630" w:rsidRDefault="00907343" w:rsidP="00EE2608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283630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ANNEXE A LA </w:t>
            </w:r>
          </w:p>
          <w:p w:rsidR="00907343" w:rsidRPr="00283630" w:rsidRDefault="00907343" w:rsidP="00EE2608">
            <w:pPr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3630">
              <w:rPr>
                <w:rFonts w:ascii="Arial" w:hAnsi="Arial" w:cs="Arial"/>
                <w:b/>
                <w:caps/>
                <w:sz w:val="28"/>
                <w:szCs w:val="28"/>
              </w:rPr>
              <w:t>declaration de sous-traitance</w:t>
            </w:r>
          </w:p>
        </w:tc>
      </w:tr>
    </w:tbl>
    <w:p w:rsidR="00C8136E" w:rsidRPr="00283630" w:rsidRDefault="00C8136E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20CF6" w:rsidRPr="00283630" w:rsidTr="00A2499D">
        <w:tc>
          <w:tcPr>
            <w:tcW w:w="10277" w:type="dxa"/>
            <w:shd w:val="clear" w:color="auto" w:fill="BDD6EE"/>
          </w:tcPr>
          <w:p w:rsidR="00720CF6" w:rsidRPr="00283630" w:rsidRDefault="00720CF6" w:rsidP="00EE2608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283630">
              <w:rPr>
                <w:rFonts w:ascii="Arial" w:hAnsi="Arial" w:cs="Arial"/>
              </w:rPr>
              <w:br w:type="page"/>
            </w:r>
            <w:r w:rsidRPr="00283630">
              <w:rPr>
                <w:rFonts w:ascii="Arial" w:hAnsi="Arial" w:cs="Arial"/>
              </w:rPr>
              <w:br w:type="page"/>
            </w:r>
            <w:r w:rsidRPr="00283630">
              <w:rPr>
                <w:rFonts w:ascii="Arial" w:hAnsi="Arial" w:cs="Arial"/>
                <w:b/>
                <w:bCs/>
              </w:rPr>
              <w:t xml:space="preserve">A - Identification </w:t>
            </w:r>
            <w:r w:rsidR="00457659" w:rsidRPr="00283630">
              <w:rPr>
                <w:rFonts w:ascii="Arial" w:hAnsi="Arial" w:cs="Arial"/>
                <w:b/>
                <w:bCs/>
              </w:rPr>
              <w:t>de l’acheteur</w:t>
            </w:r>
          </w:p>
        </w:tc>
      </w:tr>
    </w:tbl>
    <w:p w:rsidR="0051104A" w:rsidRPr="002816E7" w:rsidRDefault="0051104A" w:rsidP="002816E7">
      <w:pPr>
        <w:numPr>
          <w:ilvl w:val="0"/>
          <w:numId w:val="22"/>
        </w:numPr>
        <w:tabs>
          <w:tab w:val="num" w:pos="432"/>
        </w:tabs>
        <w:suppressAutoHyphens/>
        <w:spacing w:before="120" w:line="276" w:lineRule="auto"/>
        <w:jc w:val="center"/>
        <w:rPr>
          <w:rFonts w:ascii="Arial" w:hAnsi="Arial" w:cs="Arial"/>
          <w:b/>
          <w:szCs w:val="24"/>
          <w:lang w:eastAsia="zh-CN"/>
        </w:rPr>
      </w:pPr>
      <w:r w:rsidRPr="002816E7">
        <w:rPr>
          <w:rFonts w:ascii="Arial" w:hAnsi="Arial" w:cs="Arial"/>
          <w:b/>
          <w:szCs w:val="24"/>
          <w:lang w:eastAsia="zh-CN"/>
        </w:rPr>
        <w:t>SERVICE DU COMMISSARIAT DES ARMEES</w:t>
      </w:r>
    </w:p>
    <w:p w:rsidR="0051104A" w:rsidRPr="002816E7" w:rsidRDefault="0051104A" w:rsidP="002816E7">
      <w:pPr>
        <w:numPr>
          <w:ilvl w:val="0"/>
          <w:numId w:val="22"/>
        </w:numPr>
        <w:tabs>
          <w:tab w:val="num" w:pos="432"/>
        </w:tabs>
        <w:suppressAutoHyphens/>
        <w:spacing w:line="276" w:lineRule="auto"/>
        <w:jc w:val="center"/>
        <w:rPr>
          <w:rFonts w:ascii="Arial" w:hAnsi="Arial" w:cs="Arial"/>
          <w:b/>
          <w:szCs w:val="24"/>
          <w:lang w:eastAsia="zh-CN"/>
        </w:rPr>
      </w:pPr>
      <w:r w:rsidRPr="002816E7">
        <w:rPr>
          <w:rFonts w:ascii="Arial" w:hAnsi="Arial" w:cs="Arial"/>
          <w:b/>
          <w:szCs w:val="24"/>
          <w:lang w:eastAsia="zh-CN"/>
        </w:rPr>
        <w:t>PLATE FORME COMMISSARIAT RAMBOUILLET</w:t>
      </w:r>
    </w:p>
    <w:p w:rsidR="0051104A" w:rsidRPr="002816E7" w:rsidRDefault="0051104A" w:rsidP="002816E7">
      <w:pPr>
        <w:numPr>
          <w:ilvl w:val="0"/>
          <w:numId w:val="22"/>
        </w:numPr>
        <w:suppressAutoHyphens/>
        <w:spacing w:line="276" w:lineRule="auto"/>
        <w:jc w:val="center"/>
        <w:rPr>
          <w:rFonts w:ascii="Arial" w:hAnsi="Arial" w:cs="Arial"/>
          <w:szCs w:val="24"/>
          <w:lang w:eastAsia="zh-CN"/>
        </w:rPr>
      </w:pPr>
      <w:r w:rsidRPr="002816E7">
        <w:rPr>
          <w:rFonts w:ascii="Arial" w:hAnsi="Arial" w:cs="Arial"/>
          <w:szCs w:val="24"/>
          <w:lang w:eastAsia="zh-CN"/>
        </w:rPr>
        <w:t xml:space="preserve">Adresse postale : 11, rue de </w:t>
      </w:r>
      <w:proofErr w:type="spellStart"/>
      <w:r w:rsidRPr="002816E7">
        <w:rPr>
          <w:rFonts w:ascii="Arial" w:hAnsi="Arial" w:cs="Arial"/>
          <w:szCs w:val="24"/>
          <w:lang w:eastAsia="zh-CN"/>
        </w:rPr>
        <w:t>Groussay</w:t>
      </w:r>
      <w:proofErr w:type="spellEnd"/>
      <w:r w:rsidRPr="002816E7">
        <w:rPr>
          <w:rFonts w:ascii="Arial" w:hAnsi="Arial" w:cs="Arial"/>
          <w:szCs w:val="24"/>
          <w:lang w:eastAsia="zh-CN"/>
        </w:rPr>
        <w:t xml:space="preserve"> – CS 70106 – 78 513 RAMBOUILLET CEDEX</w:t>
      </w:r>
    </w:p>
    <w:p w:rsidR="0051104A" w:rsidRPr="002816E7" w:rsidRDefault="0051104A" w:rsidP="002816E7">
      <w:pPr>
        <w:numPr>
          <w:ilvl w:val="0"/>
          <w:numId w:val="22"/>
        </w:numPr>
        <w:tabs>
          <w:tab w:val="num" w:pos="432"/>
        </w:tabs>
        <w:suppressAutoHyphens/>
        <w:spacing w:line="276" w:lineRule="auto"/>
        <w:jc w:val="center"/>
        <w:rPr>
          <w:rFonts w:ascii="Arial" w:hAnsi="Arial" w:cs="Arial"/>
          <w:szCs w:val="24"/>
          <w:lang w:eastAsia="zh-CN"/>
        </w:rPr>
      </w:pPr>
      <w:r w:rsidRPr="002816E7">
        <w:rPr>
          <w:rFonts w:ascii="Arial" w:hAnsi="Arial" w:cs="Arial"/>
          <w:szCs w:val="24"/>
          <w:lang w:eastAsia="zh-CN"/>
        </w:rPr>
        <w:t xml:space="preserve">Adresse géographique : 11, rue de </w:t>
      </w:r>
      <w:proofErr w:type="spellStart"/>
      <w:r w:rsidRPr="002816E7">
        <w:rPr>
          <w:rFonts w:ascii="Arial" w:hAnsi="Arial" w:cs="Arial"/>
          <w:szCs w:val="24"/>
          <w:lang w:eastAsia="zh-CN"/>
        </w:rPr>
        <w:t>Groussay</w:t>
      </w:r>
      <w:proofErr w:type="spellEnd"/>
      <w:r w:rsidRPr="002816E7">
        <w:rPr>
          <w:rFonts w:ascii="Arial" w:hAnsi="Arial" w:cs="Arial"/>
          <w:szCs w:val="24"/>
          <w:lang w:eastAsia="zh-CN"/>
        </w:rPr>
        <w:t xml:space="preserve"> – 78 000 RAMBOUILLET</w:t>
      </w:r>
    </w:p>
    <w:p w:rsidR="0051104A" w:rsidRPr="002816E7" w:rsidRDefault="0051104A" w:rsidP="002816E7">
      <w:pPr>
        <w:numPr>
          <w:ilvl w:val="0"/>
          <w:numId w:val="22"/>
        </w:numPr>
        <w:tabs>
          <w:tab w:val="num" w:pos="432"/>
          <w:tab w:val="left" w:pos="2977"/>
        </w:tabs>
        <w:suppressAutoHyphens/>
        <w:spacing w:line="276" w:lineRule="auto"/>
        <w:jc w:val="center"/>
        <w:rPr>
          <w:rFonts w:ascii="Arial" w:hAnsi="Arial" w:cs="Arial"/>
          <w:b/>
          <w:szCs w:val="24"/>
          <w:lang w:eastAsia="zh-CN"/>
        </w:rPr>
      </w:pPr>
      <w:r w:rsidRPr="002816E7">
        <w:rPr>
          <w:rFonts w:ascii="Arial" w:hAnsi="Arial" w:cs="Arial"/>
          <w:szCs w:val="24"/>
          <w:lang w:eastAsia="zh-CN"/>
        </w:rPr>
        <w:t xml:space="preserve">Courriel : </w:t>
      </w:r>
      <w:hyperlink r:id="rId10" w:history="1">
        <w:r w:rsidRPr="002816E7">
          <w:rPr>
            <w:rFonts w:ascii="Arial" w:hAnsi="Arial" w:cs="Arial"/>
            <w:b/>
            <w:color w:val="0000FF"/>
            <w:szCs w:val="24"/>
            <w:u w:val="single"/>
            <w:lang w:eastAsia="zh-CN"/>
          </w:rPr>
          <w:t>pfc-rbt.contact.fct@intradef.gouv.fr</w:t>
        </w:r>
      </w:hyperlink>
    </w:p>
    <w:p w:rsidR="0051104A" w:rsidRPr="002816E7" w:rsidRDefault="0051104A" w:rsidP="002816E7">
      <w:pPr>
        <w:numPr>
          <w:ilvl w:val="0"/>
          <w:numId w:val="22"/>
        </w:numPr>
        <w:tabs>
          <w:tab w:val="num" w:pos="432"/>
        </w:tabs>
        <w:suppressAutoHyphens/>
        <w:spacing w:line="276" w:lineRule="auto"/>
        <w:jc w:val="center"/>
        <w:rPr>
          <w:rFonts w:ascii="Arial" w:hAnsi="Arial" w:cs="Arial"/>
          <w:szCs w:val="24"/>
          <w:lang w:eastAsia="zh-CN"/>
        </w:rPr>
      </w:pPr>
      <w:r w:rsidRPr="002816E7">
        <w:rPr>
          <w:rFonts w:ascii="Arial" w:hAnsi="Arial" w:cs="Arial"/>
          <w:szCs w:val="24"/>
          <w:lang w:eastAsia="zh-CN"/>
        </w:rPr>
        <w:t xml:space="preserve">Profil d’acheteur : </w:t>
      </w:r>
      <w:hyperlink r:id="rId11" w:history="1">
        <w:r w:rsidRPr="002816E7">
          <w:rPr>
            <w:rFonts w:ascii="Arial" w:hAnsi="Arial" w:cs="Arial"/>
            <w:b/>
            <w:color w:val="0000FF"/>
            <w:szCs w:val="24"/>
            <w:u w:val="single"/>
            <w:lang w:eastAsia="zh-CN"/>
          </w:rPr>
          <w:t>https://www.marches-publics.gouv.fr</w:t>
        </w:r>
      </w:hyperlink>
    </w:p>
    <w:p w:rsidR="0051104A" w:rsidRPr="002816E7" w:rsidRDefault="0051104A" w:rsidP="002816E7">
      <w:pPr>
        <w:suppressAutoHyphens/>
        <w:spacing w:line="276" w:lineRule="auto"/>
        <w:jc w:val="center"/>
        <w:rPr>
          <w:rFonts w:ascii="Arial" w:hAnsi="Arial" w:cs="Arial"/>
          <w:sz w:val="16"/>
          <w:lang w:eastAsia="zh-CN"/>
        </w:rPr>
      </w:pPr>
      <w:r w:rsidRPr="002816E7">
        <w:rPr>
          <w:rFonts w:ascii="Arial" w:hAnsi="Arial" w:cs="Arial"/>
          <w:szCs w:val="24"/>
          <w:lang w:eastAsia="zh-CN"/>
        </w:rPr>
        <w:t>Site</w:t>
      </w:r>
      <w:proofErr w:type="gramStart"/>
      <w:r w:rsidRPr="002816E7">
        <w:rPr>
          <w:rFonts w:ascii="Arial" w:hAnsi="Arial" w:cs="Arial"/>
          <w:szCs w:val="24"/>
          <w:lang w:eastAsia="zh-CN"/>
        </w:rPr>
        <w:t> :</w:t>
      </w:r>
      <w:r w:rsidRPr="002816E7">
        <w:rPr>
          <w:rFonts w:ascii="Arial" w:hAnsi="Arial" w:cs="Arial"/>
          <w:b/>
          <w:color w:val="0000FF"/>
          <w:szCs w:val="24"/>
          <w:u w:val="single"/>
          <w:lang w:eastAsia="zh-CN"/>
        </w:rPr>
        <w:t>www.</w:t>
      </w:r>
      <w:r w:rsidRPr="002816E7">
        <w:rPr>
          <w:rFonts w:ascii="Arial" w:hAnsi="Arial" w:cs="Arial"/>
          <w:b/>
          <w:bCs/>
          <w:color w:val="0000FF"/>
          <w:szCs w:val="24"/>
          <w:u w:val="single"/>
          <w:lang w:eastAsia="zh-CN"/>
        </w:rPr>
        <w:t>achats</w:t>
      </w:r>
      <w:r w:rsidRPr="002816E7">
        <w:rPr>
          <w:rFonts w:ascii="Arial" w:hAnsi="Arial" w:cs="Arial"/>
          <w:b/>
          <w:color w:val="0000FF"/>
          <w:szCs w:val="24"/>
          <w:u w:val="single"/>
          <w:lang w:eastAsia="zh-CN"/>
        </w:rPr>
        <w:t>.</w:t>
      </w:r>
      <w:r w:rsidRPr="002816E7">
        <w:rPr>
          <w:rFonts w:ascii="Arial" w:hAnsi="Arial" w:cs="Arial"/>
          <w:b/>
          <w:bCs/>
          <w:color w:val="0000FF"/>
          <w:szCs w:val="24"/>
          <w:u w:val="single"/>
          <w:lang w:eastAsia="zh-CN"/>
        </w:rPr>
        <w:t>defense</w:t>
      </w:r>
      <w:r w:rsidRPr="002816E7">
        <w:rPr>
          <w:rFonts w:ascii="Arial" w:hAnsi="Arial" w:cs="Arial"/>
          <w:b/>
          <w:color w:val="0000FF"/>
          <w:szCs w:val="24"/>
          <w:u w:val="single"/>
          <w:lang w:eastAsia="zh-CN"/>
        </w:rPr>
        <w:t>.gouv.fr</w:t>
      </w:r>
      <w:proofErr w:type="gramEnd"/>
    </w:p>
    <w:p w:rsidR="00C8136E" w:rsidRPr="00283630" w:rsidRDefault="00C8136E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20CF6" w:rsidRPr="00283630" w:rsidTr="00A2499D">
        <w:tc>
          <w:tcPr>
            <w:tcW w:w="10277" w:type="dxa"/>
            <w:shd w:val="clear" w:color="auto" w:fill="BDD6EE"/>
          </w:tcPr>
          <w:p w:rsidR="00720CF6" w:rsidRPr="00283630" w:rsidRDefault="00720CF6" w:rsidP="00EE2608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283630">
              <w:rPr>
                <w:rFonts w:ascii="Arial" w:hAnsi="Arial" w:cs="Arial"/>
              </w:rPr>
              <w:br w:type="page"/>
            </w:r>
            <w:r w:rsidRPr="00283630">
              <w:rPr>
                <w:rFonts w:ascii="Arial" w:hAnsi="Arial" w:cs="Arial"/>
              </w:rPr>
              <w:br w:type="page"/>
            </w:r>
            <w:r w:rsidRPr="00283630">
              <w:rPr>
                <w:rFonts w:ascii="Arial" w:hAnsi="Arial" w:cs="Arial"/>
                <w:b/>
                <w:bCs/>
              </w:rPr>
              <w:t>B - Objet</w:t>
            </w:r>
            <w:r w:rsidR="00A6564D" w:rsidRPr="00283630">
              <w:rPr>
                <w:rFonts w:ascii="Arial" w:hAnsi="Arial" w:cs="Arial"/>
                <w:b/>
                <w:bCs/>
              </w:rPr>
              <w:t xml:space="preserve"> du marché </w:t>
            </w:r>
            <w:r w:rsidR="00863EA5" w:rsidRPr="00283630">
              <w:rPr>
                <w:rFonts w:ascii="Arial" w:hAnsi="Arial" w:cs="Arial"/>
                <w:b/>
                <w:bCs/>
              </w:rPr>
              <w:t>public</w:t>
            </w:r>
          </w:p>
        </w:tc>
      </w:tr>
    </w:tbl>
    <w:p w:rsidR="00B419F0" w:rsidRPr="00283630" w:rsidRDefault="00B419F0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2"/>
      </w:tblGrid>
      <w:tr w:rsidR="00980DEF" w:rsidRPr="00916052" w:rsidTr="00980DEF">
        <w:trPr>
          <w:trHeight w:val="524"/>
        </w:trPr>
        <w:tc>
          <w:tcPr>
            <w:tcW w:w="8222" w:type="dxa"/>
            <w:shd w:val="clear" w:color="auto" w:fill="auto"/>
            <w:vAlign w:val="center"/>
          </w:tcPr>
          <w:p w:rsidR="00980DEF" w:rsidRPr="00E6242C" w:rsidRDefault="00E6242C" w:rsidP="00EE2608">
            <w:pPr>
              <w:pStyle w:val="fcase1ertab"/>
              <w:tabs>
                <w:tab w:val="clear" w:pos="426"/>
                <w:tab w:val="left" w:pos="0"/>
              </w:tabs>
              <w:spacing w:line="276" w:lineRule="auto"/>
              <w:ind w:left="0" w:firstLine="0"/>
              <w:jc w:val="center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E6242C">
              <w:rPr>
                <w:rFonts w:ascii="Arial" w:hAnsi="Arial" w:cs="Arial"/>
                <w:b/>
                <w:caps/>
                <w:sz w:val="22"/>
                <w:szCs w:val="22"/>
              </w:rPr>
              <w:t>FABRICATION DE GILETS ET TRICOTS DE CORPS</w:t>
            </w:r>
          </w:p>
          <w:p w:rsidR="00E6242C" w:rsidRPr="00916052" w:rsidRDefault="006F3AE2" w:rsidP="006F3AE2">
            <w:pPr>
              <w:pStyle w:val="fcase1ertab"/>
              <w:tabs>
                <w:tab w:val="clear" w:pos="426"/>
                <w:tab w:val="left" w:pos="0"/>
              </w:tabs>
              <w:spacing w:line="276" w:lineRule="auto"/>
              <w:ind w:left="0" w:firstLine="0"/>
              <w:jc w:val="center"/>
              <w:rPr>
                <w:rFonts w:ascii="Arial" w:hAnsi="Arial" w:cs="Arial"/>
                <w:b/>
                <w:caps/>
                <w:color w:val="FF0000"/>
                <w:sz w:val="22"/>
                <w:szCs w:val="22"/>
              </w:rPr>
            </w:pPr>
            <w:r w:rsidRPr="006F3AE2">
              <w:rPr>
                <w:rFonts w:ascii="Arial" w:hAnsi="Arial" w:cs="Arial"/>
                <w:b/>
                <w:caps/>
                <w:sz w:val="22"/>
                <w:szCs w:val="22"/>
              </w:rPr>
              <w:t>Lot n° 2 : gilets ou tricots de corps fibres naturelles</w:t>
            </w:r>
          </w:p>
        </w:tc>
      </w:tr>
    </w:tbl>
    <w:p w:rsidR="006142D9" w:rsidRPr="00283630" w:rsidRDefault="006142D9" w:rsidP="00EE2608">
      <w:pPr>
        <w:spacing w:before="120" w:line="276" w:lineRule="auto"/>
        <w:ind w:left="1134"/>
        <w:jc w:val="both"/>
        <w:rPr>
          <w:rFonts w:ascii="Arial" w:hAnsi="Arial" w:cs="Arial"/>
          <w:sz w:val="12"/>
          <w:szCs w:val="12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20CF6" w:rsidRPr="00283630" w:rsidTr="00A2499D">
        <w:tc>
          <w:tcPr>
            <w:tcW w:w="10277" w:type="dxa"/>
            <w:shd w:val="clear" w:color="auto" w:fill="BDD6EE"/>
          </w:tcPr>
          <w:p w:rsidR="00720CF6" w:rsidRPr="00283630" w:rsidRDefault="00720CF6" w:rsidP="00EE2608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283630">
              <w:rPr>
                <w:rFonts w:ascii="Arial" w:hAnsi="Arial" w:cs="Arial"/>
                <w:bCs/>
              </w:rPr>
              <w:br w:type="page"/>
            </w:r>
            <w:r w:rsidRPr="00283630">
              <w:rPr>
                <w:rFonts w:ascii="Arial" w:hAnsi="Arial" w:cs="Arial"/>
                <w:bCs/>
              </w:rPr>
              <w:br w:type="page"/>
            </w:r>
            <w:r w:rsidR="008A1EBD" w:rsidRPr="00283630">
              <w:rPr>
                <w:rFonts w:ascii="Arial" w:hAnsi="Arial" w:cs="Arial"/>
                <w:b/>
                <w:bCs/>
              </w:rPr>
              <w:t>C</w:t>
            </w:r>
            <w:r w:rsidRPr="00283630">
              <w:rPr>
                <w:rFonts w:ascii="Arial" w:hAnsi="Arial" w:cs="Arial"/>
                <w:b/>
                <w:bCs/>
              </w:rPr>
              <w:t xml:space="preserve"> - Identification du </w:t>
            </w:r>
            <w:r w:rsidR="00C6740B" w:rsidRPr="00283630">
              <w:rPr>
                <w:rFonts w:ascii="Arial" w:hAnsi="Arial" w:cs="Arial"/>
                <w:b/>
                <w:bCs/>
              </w:rPr>
              <w:t>soumissionnaire</w:t>
            </w:r>
            <w:r w:rsidRPr="00283630">
              <w:rPr>
                <w:rFonts w:ascii="Arial" w:hAnsi="Arial" w:cs="Arial"/>
                <w:b/>
                <w:bCs/>
              </w:rPr>
              <w:t xml:space="preserve"> </w:t>
            </w:r>
            <w:r w:rsidR="008A1EBD" w:rsidRPr="00283630">
              <w:rPr>
                <w:rFonts w:ascii="Arial" w:hAnsi="Arial" w:cs="Arial"/>
                <w:b/>
                <w:bCs/>
              </w:rPr>
              <w:t xml:space="preserve">/ </w:t>
            </w:r>
            <w:r w:rsidRPr="00283630">
              <w:rPr>
                <w:rFonts w:ascii="Arial" w:hAnsi="Arial" w:cs="Arial"/>
                <w:b/>
                <w:bCs/>
              </w:rPr>
              <w:t xml:space="preserve">titulaire </w:t>
            </w:r>
            <w:r w:rsidR="008A1EBD" w:rsidRPr="00283630">
              <w:rPr>
                <w:rFonts w:ascii="Arial" w:hAnsi="Arial" w:cs="Arial"/>
                <w:b/>
                <w:bCs/>
              </w:rPr>
              <w:t>et du sous-traitant</w:t>
            </w:r>
          </w:p>
        </w:tc>
      </w:tr>
    </w:tbl>
    <w:p w:rsidR="00935938" w:rsidRPr="00283630" w:rsidRDefault="004E48F6" w:rsidP="00EE2608">
      <w:pPr>
        <w:pStyle w:val="Titre9"/>
        <w:spacing w:line="276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A45AA6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 w:rsidR="00DD00D7" w:rsidRPr="00283630">
        <w:rPr>
          <w:rFonts w:ascii="Arial" w:eastAsia="Arial" w:hAnsi="Arial" w:cs="Arial"/>
          <w:spacing w:val="-10"/>
          <w:position w:val="-1"/>
          <w:sz w:val="20"/>
          <w:szCs w:val="20"/>
        </w:rPr>
        <w:t> </w:t>
      </w:r>
      <w:r>
        <w:rPr>
          <w:rFonts w:ascii="Arial" w:eastAsia="Arial" w:hAnsi="Arial" w:cs="Arial"/>
          <w:spacing w:val="-10"/>
          <w:position w:val="-1"/>
          <w:sz w:val="20"/>
          <w:szCs w:val="20"/>
        </w:rPr>
        <w:tab/>
      </w:r>
      <w:r w:rsidR="008A1EBD" w:rsidRPr="00283630">
        <w:rPr>
          <w:rFonts w:ascii="Arial" w:hAnsi="Arial" w:cs="Arial"/>
          <w:b/>
          <w:bCs/>
          <w:sz w:val="20"/>
          <w:szCs w:val="20"/>
        </w:rPr>
        <w:t xml:space="preserve">Soumissionnaire / titulaire : </w:t>
      </w:r>
      <w:r w:rsidR="000E2FF3" w:rsidRPr="00283630">
        <w:rPr>
          <w:rFonts w:ascii="Arial" w:hAnsi="Arial" w:cs="Arial"/>
          <w:sz w:val="20"/>
          <w:szCs w:val="20"/>
        </w:rPr>
        <w:t>Nom commercial et dénomination sociale de l’unité ou de l’établissement qui exécutera la prestation</w:t>
      </w:r>
      <w:r w:rsidR="008A1EBD" w:rsidRPr="00283630">
        <w:rPr>
          <w:rFonts w:ascii="Arial" w:hAnsi="Arial" w:cs="Arial"/>
          <w:sz w:val="20"/>
          <w:szCs w:val="20"/>
        </w:rPr>
        <w:t xml:space="preserve"> ou en cas de groupement momentané d’entreprises, identification et coordonnées du mandataire du groupement :</w:t>
      </w:r>
    </w:p>
    <w:p w:rsidR="008A1EBD" w:rsidRPr="00283630" w:rsidRDefault="008A1EBD" w:rsidP="00EE2608">
      <w:pPr>
        <w:spacing w:line="276" w:lineRule="auto"/>
        <w:ind w:left="142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………………………………………………………………………..</w:t>
      </w:r>
    </w:p>
    <w:p w:rsidR="008A1EBD" w:rsidRPr="00283630" w:rsidRDefault="008A1EBD" w:rsidP="00EE2608">
      <w:pPr>
        <w:spacing w:line="276" w:lineRule="auto"/>
        <w:ind w:left="142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………………………………………………………………………..</w:t>
      </w:r>
    </w:p>
    <w:p w:rsidR="00E04B70" w:rsidRPr="00283630" w:rsidRDefault="00E04B70" w:rsidP="00EE2608">
      <w:pPr>
        <w:spacing w:line="276" w:lineRule="auto"/>
        <w:ind w:left="142" w:hanging="142"/>
        <w:jc w:val="both"/>
        <w:rPr>
          <w:rFonts w:ascii="Arial" w:hAnsi="Arial" w:cs="Arial"/>
          <w:bCs/>
          <w:sz w:val="12"/>
          <w:szCs w:val="12"/>
        </w:rPr>
      </w:pPr>
    </w:p>
    <w:p w:rsidR="00A1782D" w:rsidRPr="00283630" w:rsidRDefault="004E48F6" w:rsidP="00EE2608">
      <w:pPr>
        <w:pStyle w:val="Sansinterligne"/>
        <w:spacing w:line="276" w:lineRule="auto"/>
        <w:ind w:left="142" w:hanging="142"/>
        <w:jc w:val="both"/>
        <w:rPr>
          <w:rFonts w:cs="Arial"/>
          <w:szCs w:val="20"/>
        </w:rPr>
      </w:pPr>
      <w:r w:rsidRPr="00A45AA6">
        <w:rPr>
          <w:rFonts w:cs="Arial"/>
          <w:color w:val="66CCFF"/>
          <w:spacing w:val="-10"/>
          <w:position w:val="-2"/>
        </w:rPr>
        <w:sym w:font="Wingdings" w:char="F06E"/>
      </w:r>
      <w:r>
        <w:rPr>
          <w:rFonts w:cs="Arial"/>
          <w:color w:val="66CCFF"/>
          <w:spacing w:val="-10"/>
          <w:position w:val="-2"/>
        </w:rPr>
        <w:tab/>
      </w:r>
      <w:r>
        <w:rPr>
          <w:rFonts w:cs="Arial"/>
          <w:color w:val="66CCFF"/>
          <w:spacing w:val="-10"/>
          <w:position w:val="-2"/>
        </w:rPr>
        <w:tab/>
      </w:r>
      <w:r w:rsidR="008A1EBD" w:rsidRPr="00283630">
        <w:rPr>
          <w:rFonts w:cs="Arial"/>
          <w:b/>
          <w:bCs/>
          <w:szCs w:val="20"/>
        </w:rPr>
        <w:t>Sous-traitant</w:t>
      </w:r>
      <w:r w:rsidR="00DD00D7" w:rsidRPr="00283630">
        <w:rPr>
          <w:rFonts w:eastAsia="Arial" w:cs="Arial"/>
          <w:spacing w:val="-10"/>
          <w:position w:val="-1"/>
          <w:szCs w:val="20"/>
        </w:rPr>
        <w:t> </w:t>
      </w:r>
      <w:r w:rsidR="00A1782D" w:rsidRPr="00283630">
        <w:rPr>
          <w:rFonts w:cs="Arial"/>
          <w:szCs w:val="20"/>
        </w:rPr>
        <w:t>:</w:t>
      </w:r>
      <w:r w:rsidR="008A1EBD" w:rsidRPr="00283630">
        <w:rPr>
          <w:rFonts w:cs="Arial"/>
          <w:szCs w:val="20"/>
        </w:rPr>
        <w:t xml:space="preserve"> Nom commercial et dénomination sociale de l’unité ou de l’établissement qui exécutera la prestation : </w:t>
      </w:r>
    </w:p>
    <w:p w:rsidR="008A1EBD" w:rsidRPr="00283630" w:rsidRDefault="008A1EBD" w:rsidP="00EE2608">
      <w:pPr>
        <w:spacing w:line="276" w:lineRule="auto"/>
        <w:ind w:left="142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………………………………………………………………………..</w:t>
      </w:r>
    </w:p>
    <w:p w:rsidR="008A1EBD" w:rsidRPr="00283630" w:rsidRDefault="008A1EBD" w:rsidP="00EE2608">
      <w:pPr>
        <w:spacing w:line="276" w:lineRule="auto"/>
        <w:ind w:left="142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………………………………………………………………………..</w:t>
      </w:r>
    </w:p>
    <w:p w:rsidR="00DE683C" w:rsidRPr="00283630" w:rsidRDefault="00DE683C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312B98" w:rsidRPr="00283630" w:rsidTr="00907343">
        <w:tc>
          <w:tcPr>
            <w:tcW w:w="10208" w:type="dxa"/>
            <w:shd w:val="clear" w:color="auto" w:fill="BDD6EE"/>
            <w:vAlign w:val="center"/>
          </w:tcPr>
          <w:p w:rsidR="00312B98" w:rsidRPr="00283630" w:rsidRDefault="00907343" w:rsidP="00EE2608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283630">
              <w:rPr>
                <w:rFonts w:ascii="Arial" w:hAnsi="Arial" w:cs="Arial"/>
                <w:b/>
                <w:bCs/>
              </w:rPr>
              <w:t>D</w:t>
            </w:r>
            <w:r w:rsidR="002A673A" w:rsidRPr="00283630">
              <w:rPr>
                <w:rFonts w:ascii="Arial" w:hAnsi="Arial" w:cs="Arial"/>
                <w:b/>
                <w:bCs/>
              </w:rPr>
              <w:t xml:space="preserve"> </w:t>
            </w:r>
            <w:r w:rsidR="00312B98" w:rsidRPr="00283630">
              <w:rPr>
                <w:rFonts w:ascii="Arial" w:hAnsi="Arial" w:cs="Arial"/>
                <w:b/>
                <w:bCs/>
              </w:rPr>
              <w:t xml:space="preserve">- </w:t>
            </w:r>
            <w:r w:rsidR="00312B98" w:rsidRPr="00283630">
              <w:rPr>
                <w:rFonts w:ascii="Arial" w:hAnsi="Arial" w:cs="Arial"/>
                <w:b/>
                <w:bCs/>
                <w:shd w:val="clear" w:color="auto" w:fill="BDD6EE"/>
              </w:rPr>
              <w:t>Conditions de paiement</w:t>
            </w:r>
            <w:r w:rsidRPr="00283630">
              <w:rPr>
                <w:rFonts w:ascii="Arial" w:hAnsi="Arial" w:cs="Arial"/>
                <w:b/>
                <w:bCs/>
                <w:shd w:val="clear" w:color="auto" w:fill="BDD6EE"/>
              </w:rPr>
              <w:t xml:space="preserve"> du sous-traitant</w:t>
            </w:r>
          </w:p>
        </w:tc>
      </w:tr>
    </w:tbl>
    <w:p w:rsidR="007B2303" w:rsidRPr="00283630" w:rsidRDefault="007B2303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p w:rsidR="00811228" w:rsidRPr="00F41C14" w:rsidRDefault="004E48F6" w:rsidP="00EE2608">
      <w:pPr>
        <w:spacing w:line="276" w:lineRule="auto"/>
        <w:jc w:val="both"/>
        <w:rPr>
          <w:rFonts w:ascii="Arial" w:hAnsi="Arial" w:cs="Arial"/>
        </w:rPr>
      </w:pPr>
      <w:r w:rsidRPr="00A45AA6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color w:val="66CCFF"/>
          <w:spacing w:val="-10"/>
          <w:position w:val="-2"/>
        </w:rPr>
        <w:tab/>
      </w:r>
      <w:r w:rsidR="00811228" w:rsidRPr="00283630">
        <w:rPr>
          <w:rFonts w:ascii="Arial" w:hAnsi="Arial" w:cs="Arial"/>
          <w:b/>
        </w:rPr>
        <w:t xml:space="preserve">Le soumissionnaire/titulaire déclare que son sous-traitant remplit les conditions pour avoir droit au </w:t>
      </w:r>
      <w:r w:rsidR="00811228" w:rsidRPr="00F41C14">
        <w:rPr>
          <w:rFonts w:ascii="Arial" w:hAnsi="Arial" w:cs="Arial"/>
          <w:b/>
        </w:rPr>
        <w:t>paiement direct </w:t>
      </w:r>
      <w:r w:rsidR="000E020C" w:rsidRPr="00F41C14">
        <w:rPr>
          <w:rFonts w:ascii="Arial" w:hAnsi="Arial" w:cs="Arial"/>
        </w:rPr>
        <w:t xml:space="preserve">(article R. 2193-10 du code de la commande publique) </w:t>
      </w:r>
    </w:p>
    <w:p w:rsidR="00811228" w:rsidRPr="00283630" w:rsidRDefault="00811228" w:rsidP="00EE2608">
      <w:pPr>
        <w:spacing w:line="276" w:lineRule="auto"/>
        <w:jc w:val="both"/>
        <w:rPr>
          <w:rFonts w:ascii="Arial" w:hAnsi="Arial" w:cs="Arial"/>
          <w:b/>
        </w:rPr>
      </w:pPr>
      <w:r w:rsidRPr="00283630">
        <w:rPr>
          <w:rFonts w:ascii="Arial" w:eastAsia="Calibri" w:hAnsi="Arial" w:cs="Arial"/>
          <w:lang w:eastAsia="en-US"/>
        </w:rPr>
        <w:t>Le sous-traitant décide</w:t>
      </w:r>
      <w:r w:rsidRPr="00283630">
        <w:rPr>
          <w:rFonts w:ascii="Arial" w:hAnsi="Arial" w:cs="Arial"/>
        </w:rPr>
        <w:t> :</w:t>
      </w:r>
    </w:p>
    <w:p w:rsidR="00811228" w:rsidRPr="00283630" w:rsidRDefault="00811228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p w:rsidR="00811228" w:rsidRPr="00283630" w:rsidRDefault="00811228" w:rsidP="00EE2608">
      <w:pPr>
        <w:spacing w:line="276" w:lineRule="auto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 w:val="20"/>
              <w:default w:val="0"/>
            </w:checkBox>
          </w:ffData>
        </w:fldChar>
      </w:r>
      <w:r w:rsidRPr="00283630">
        <w:rPr>
          <w:rFonts w:ascii="Arial" w:hAnsi="Arial" w:cs="Arial"/>
        </w:rPr>
        <w:instrText xml:space="preserve"> FORMCHECKBOX </w:instrText>
      </w:r>
      <w:r w:rsidR="003471F4">
        <w:rPr>
          <w:rFonts w:ascii="Arial" w:hAnsi="Arial" w:cs="Arial"/>
        </w:rPr>
      </w:r>
      <w:r w:rsidR="003471F4">
        <w:rPr>
          <w:rFonts w:ascii="Arial" w:hAnsi="Arial" w:cs="Arial"/>
        </w:rPr>
        <w:fldChar w:fldCharType="separate"/>
      </w:r>
      <w:r w:rsidRPr="00283630">
        <w:rPr>
          <w:rFonts w:ascii="Arial" w:hAnsi="Arial" w:cs="Arial"/>
        </w:rPr>
        <w:fldChar w:fldCharType="end"/>
      </w:r>
      <w:r w:rsidRPr="00283630">
        <w:rPr>
          <w:rFonts w:ascii="Arial" w:hAnsi="Arial" w:cs="Arial"/>
        </w:rPr>
        <w:t xml:space="preserve"> Soit un paiement direct par l’administration (prestations et/ou avance) dans les conditions définies à l’article </w:t>
      </w:r>
      <w:r w:rsidR="00A21823" w:rsidRPr="00F41C14">
        <w:rPr>
          <w:rFonts w:ascii="Arial" w:hAnsi="Arial" w:cs="Arial"/>
        </w:rPr>
        <w:t xml:space="preserve">(article R. 2193-10 du code de la commande publique) </w:t>
      </w:r>
      <w:r w:rsidRPr="00283630">
        <w:rPr>
          <w:rFonts w:ascii="Arial" w:hAnsi="Arial" w:cs="Arial"/>
        </w:rPr>
        <w:t>;</w:t>
      </w:r>
    </w:p>
    <w:p w:rsidR="00907343" w:rsidRPr="00283630" w:rsidRDefault="00907343" w:rsidP="00EE2608">
      <w:pPr>
        <w:spacing w:line="276" w:lineRule="auto"/>
        <w:jc w:val="both"/>
        <w:rPr>
          <w:rFonts w:ascii="Arial" w:hAnsi="Arial" w:cs="Arial"/>
        </w:rPr>
      </w:pPr>
    </w:p>
    <w:p w:rsidR="008A1000" w:rsidRPr="00283630" w:rsidRDefault="00907343" w:rsidP="00EE2608">
      <w:pPr>
        <w:spacing w:line="276" w:lineRule="auto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83630">
        <w:rPr>
          <w:rFonts w:ascii="Arial" w:hAnsi="Arial" w:cs="Arial"/>
        </w:rPr>
        <w:instrText xml:space="preserve"> FORMCHECKBOX </w:instrText>
      </w:r>
      <w:r w:rsidR="003471F4">
        <w:rPr>
          <w:rFonts w:ascii="Arial" w:hAnsi="Arial" w:cs="Arial"/>
        </w:rPr>
      </w:r>
      <w:r w:rsidR="003471F4">
        <w:rPr>
          <w:rFonts w:ascii="Arial" w:hAnsi="Arial" w:cs="Arial"/>
        </w:rPr>
        <w:fldChar w:fldCharType="separate"/>
      </w:r>
      <w:r w:rsidRPr="00283630">
        <w:rPr>
          <w:rFonts w:ascii="Arial" w:hAnsi="Arial" w:cs="Arial"/>
        </w:rPr>
        <w:fldChar w:fldCharType="end"/>
      </w:r>
      <w:r w:rsidRPr="00283630">
        <w:rPr>
          <w:rFonts w:ascii="Arial" w:hAnsi="Arial" w:cs="Arial"/>
        </w:rPr>
        <w:t> </w:t>
      </w:r>
      <w:r w:rsidR="008A1000" w:rsidRPr="00283630">
        <w:rPr>
          <w:rFonts w:ascii="Arial" w:hAnsi="Arial" w:cs="Arial"/>
        </w:rPr>
        <w:t>Soit un paiement effectué par le soumissionnaire / titulaire.</w:t>
      </w:r>
      <w:r w:rsidR="006950F1" w:rsidRPr="00283630">
        <w:rPr>
          <w:rFonts w:ascii="Arial" w:hAnsi="Arial" w:cs="Arial"/>
        </w:rPr>
        <w:t xml:space="preserve"> </w:t>
      </w:r>
    </w:p>
    <w:p w:rsidR="0051104A" w:rsidRPr="00283630" w:rsidRDefault="0051104A" w:rsidP="00EE2608">
      <w:pPr>
        <w:spacing w:line="276" w:lineRule="auto"/>
        <w:jc w:val="both"/>
        <w:rPr>
          <w:rFonts w:ascii="Arial" w:hAnsi="Arial" w:cs="Arial"/>
        </w:rPr>
      </w:pPr>
    </w:p>
    <w:p w:rsidR="00E35628" w:rsidRPr="00283630" w:rsidRDefault="00E35628" w:rsidP="00E35628">
      <w:pPr>
        <w:spacing w:line="276" w:lineRule="auto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Dans ces conditions :</w:t>
      </w:r>
    </w:p>
    <w:p w:rsidR="00E35628" w:rsidRPr="00283630" w:rsidRDefault="00E35628" w:rsidP="00E35628">
      <w:pPr>
        <w:numPr>
          <w:ilvl w:val="0"/>
          <w:numId w:val="21"/>
        </w:numPr>
        <w:spacing w:line="276" w:lineRule="auto"/>
        <w:ind w:left="567" w:hanging="283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s</w:t>
      </w:r>
      <w:r w:rsidRPr="00283630">
        <w:rPr>
          <w:rFonts w:ascii="Arial" w:hAnsi="Arial" w:cs="Arial"/>
        </w:rPr>
        <w:t>i</w:t>
      </w:r>
      <w:proofErr w:type="gramEnd"/>
      <w:r w:rsidRPr="00283630">
        <w:rPr>
          <w:rFonts w:ascii="Arial" w:hAnsi="Arial" w:cs="Arial"/>
        </w:rPr>
        <w:t xml:space="preserve"> l’accord-cadre ouvre droit à une avance, le sous-traitant ne pourra y prétendre.</w:t>
      </w:r>
    </w:p>
    <w:p w:rsidR="00E35628" w:rsidRDefault="00E35628" w:rsidP="00E35628">
      <w:pPr>
        <w:numPr>
          <w:ilvl w:val="0"/>
          <w:numId w:val="21"/>
        </w:numPr>
        <w:spacing w:line="276" w:lineRule="auto"/>
        <w:ind w:left="567" w:hanging="283"/>
        <w:jc w:val="both"/>
        <w:rPr>
          <w:rFonts w:ascii="Arial" w:hAnsi="Arial" w:cs="Arial"/>
        </w:rPr>
      </w:pPr>
      <w:proofErr w:type="gramStart"/>
      <w:r w:rsidRPr="0025515A">
        <w:rPr>
          <w:rFonts w:ascii="Arial" w:hAnsi="Arial" w:cs="Arial"/>
        </w:rPr>
        <w:t>le</w:t>
      </w:r>
      <w:proofErr w:type="gramEnd"/>
      <w:r w:rsidRPr="0025515A">
        <w:rPr>
          <w:rFonts w:ascii="Arial" w:hAnsi="Arial" w:cs="Arial"/>
        </w:rPr>
        <w:t xml:space="preserve"> titulaire a l’obligation de fournir (sous format libre) un reçu de paiement ou un certificat du sous-traitant attestant qu’il a bien été payé par le titulaire à hauteur des prestations sous-traitées. Ce justificatif du sous-traitant devra être joint par le titulaire à sa demande de paiement (facture dématérialisée), déposée dans chorus-pro et devra préciser les quantités, le prix de la (des) prestation(s) sous-traitée(s) et le montant qu’il a perçu du titulaire</w:t>
      </w:r>
      <w:r>
        <w:rPr>
          <w:rFonts w:ascii="Arial" w:hAnsi="Arial" w:cs="Arial"/>
        </w:rPr>
        <w:t>)</w:t>
      </w:r>
    </w:p>
    <w:p w:rsidR="003471F4" w:rsidRDefault="003471F4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br w:type="page"/>
      </w:r>
    </w:p>
    <w:p w:rsidR="004E24D6" w:rsidRPr="00283630" w:rsidRDefault="004E24D6" w:rsidP="00EE2608">
      <w:pPr>
        <w:spacing w:line="276" w:lineRule="auto"/>
        <w:rPr>
          <w:rFonts w:ascii="Arial" w:hAnsi="Arial" w:cs="Arial"/>
          <w:bCs/>
        </w:rPr>
      </w:pPr>
      <w:bookmarkStart w:id="0" w:name="_GoBack"/>
      <w:bookmarkEnd w:id="0"/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20CF6" w:rsidRPr="00283630" w:rsidTr="00A2499D">
        <w:tc>
          <w:tcPr>
            <w:tcW w:w="10277" w:type="dxa"/>
            <w:shd w:val="clear" w:color="auto" w:fill="BDD6EE"/>
          </w:tcPr>
          <w:p w:rsidR="00720CF6" w:rsidRPr="00283630" w:rsidRDefault="00B9169A" w:rsidP="00EE2608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283630">
              <w:rPr>
                <w:rFonts w:ascii="Arial" w:hAnsi="Arial" w:cs="Arial"/>
                <w:b/>
                <w:bCs/>
              </w:rPr>
              <w:t>D</w:t>
            </w:r>
            <w:r w:rsidR="002A673A" w:rsidRPr="00283630">
              <w:rPr>
                <w:rFonts w:ascii="Arial" w:hAnsi="Arial" w:cs="Arial"/>
                <w:b/>
                <w:bCs/>
              </w:rPr>
              <w:t xml:space="preserve"> </w:t>
            </w:r>
            <w:r w:rsidR="00720CF6" w:rsidRPr="00283630">
              <w:rPr>
                <w:rFonts w:ascii="Arial" w:hAnsi="Arial" w:cs="Arial"/>
                <w:b/>
                <w:bCs/>
              </w:rPr>
              <w:t xml:space="preserve">- </w:t>
            </w:r>
            <w:r w:rsidRPr="00283630">
              <w:rPr>
                <w:rFonts w:ascii="Arial" w:hAnsi="Arial" w:cs="Arial"/>
                <w:b/>
                <w:bCs/>
              </w:rPr>
              <w:t>Signatures</w:t>
            </w:r>
          </w:p>
        </w:tc>
      </w:tr>
    </w:tbl>
    <w:p w:rsidR="00B9169A" w:rsidRPr="00283630" w:rsidRDefault="00B9169A" w:rsidP="00EE2608">
      <w:pPr>
        <w:spacing w:line="276" w:lineRule="auto"/>
        <w:jc w:val="both"/>
        <w:rPr>
          <w:rFonts w:ascii="Arial" w:hAnsi="Arial" w:cs="Arial"/>
        </w:rPr>
      </w:pPr>
    </w:p>
    <w:p w:rsidR="00D230B7" w:rsidRPr="00283630" w:rsidRDefault="00D230B7" w:rsidP="00EE2608">
      <w:pPr>
        <w:spacing w:line="276" w:lineRule="auto"/>
        <w:ind w:left="709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A</w:t>
      </w:r>
      <w:r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Pr="00283630">
        <w:rPr>
          <w:rFonts w:ascii="Arial" w:hAnsi="Arial" w:cs="Arial"/>
        </w:rPr>
        <w:t>, le</w:t>
      </w:r>
      <w:r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Pr="00283630">
        <w:rPr>
          <w:rFonts w:ascii="Arial" w:hAnsi="Arial" w:cs="Arial"/>
        </w:rPr>
        <w:t>A</w:t>
      </w:r>
      <w:r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Pr="00283630">
        <w:rPr>
          <w:rFonts w:ascii="Arial" w:hAnsi="Arial" w:cs="Arial"/>
        </w:rPr>
        <w:t xml:space="preserve">, </w:t>
      </w:r>
      <w:r w:rsidR="00BA20FC" w:rsidRPr="00283630">
        <w:rPr>
          <w:rFonts w:ascii="Arial" w:hAnsi="Arial" w:cs="Arial"/>
        </w:rPr>
        <w:tab/>
      </w:r>
      <w:r w:rsidRPr="00283630">
        <w:rPr>
          <w:rFonts w:ascii="Arial" w:hAnsi="Arial" w:cs="Arial"/>
        </w:rPr>
        <w:t>le</w:t>
      </w:r>
    </w:p>
    <w:p w:rsidR="00D230B7" w:rsidRPr="00283630" w:rsidRDefault="00D230B7" w:rsidP="00EE2608">
      <w:pPr>
        <w:spacing w:line="276" w:lineRule="auto"/>
        <w:ind w:left="709"/>
        <w:jc w:val="both"/>
        <w:rPr>
          <w:rFonts w:ascii="Arial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6"/>
        <w:gridCol w:w="5109"/>
      </w:tblGrid>
      <w:tr w:rsidR="00D230B7" w:rsidRPr="00283630" w:rsidTr="00F50693">
        <w:trPr>
          <w:trHeight w:val="301"/>
        </w:trPr>
        <w:tc>
          <w:tcPr>
            <w:tcW w:w="5172" w:type="dxa"/>
            <w:tcBorders>
              <w:top w:val="nil"/>
              <w:left w:val="nil"/>
              <w:bottom w:val="nil"/>
              <w:right w:val="nil"/>
            </w:tcBorders>
          </w:tcPr>
          <w:p w:rsidR="00F50693" w:rsidRPr="00283630" w:rsidRDefault="00D230B7" w:rsidP="00EE2608">
            <w:pPr>
              <w:spacing w:line="276" w:lineRule="auto"/>
              <w:ind w:left="709"/>
              <w:jc w:val="both"/>
              <w:rPr>
                <w:rFonts w:ascii="Arial" w:hAnsi="Arial" w:cs="Arial"/>
              </w:rPr>
            </w:pPr>
            <w:r w:rsidRPr="00283630">
              <w:rPr>
                <w:rFonts w:ascii="Arial" w:hAnsi="Arial" w:cs="Arial"/>
              </w:rPr>
              <w:t>Le sous-traitant :</w:t>
            </w:r>
          </w:p>
          <w:p w:rsidR="00475F9E" w:rsidRPr="00283630" w:rsidRDefault="00475F9E" w:rsidP="00EE2608">
            <w:pPr>
              <w:spacing w:line="276" w:lineRule="auto"/>
              <w:ind w:left="709"/>
              <w:jc w:val="both"/>
              <w:rPr>
                <w:rFonts w:ascii="Arial" w:hAnsi="Arial" w:cs="Arial"/>
                <w:i/>
              </w:rPr>
            </w:pPr>
            <w:r w:rsidRPr="00283630">
              <w:rPr>
                <w:rFonts w:ascii="Arial" w:hAnsi="Arial" w:cs="Arial"/>
                <w:i/>
              </w:rPr>
              <w:t>(</w:t>
            </w:r>
            <w:proofErr w:type="gramStart"/>
            <w:r w:rsidRPr="00283630">
              <w:rPr>
                <w:rFonts w:ascii="Arial" w:hAnsi="Arial" w:cs="Arial"/>
                <w:i/>
              </w:rPr>
              <w:t>personne</w:t>
            </w:r>
            <w:proofErr w:type="gramEnd"/>
            <w:r w:rsidRPr="00283630">
              <w:rPr>
                <w:rFonts w:ascii="Arial" w:hAnsi="Arial" w:cs="Arial"/>
                <w:i/>
              </w:rPr>
              <w:t xml:space="preserve"> identifiée rubrique E du DC4)</w:t>
            </w:r>
          </w:p>
          <w:p w:rsidR="00D230B7" w:rsidRPr="00283630" w:rsidRDefault="00D230B7" w:rsidP="00EE2608">
            <w:pPr>
              <w:spacing w:line="276" w:lineRule="auto"/>
              <w:ind w:left="709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:rsidR="00D230B7" w:rsidRPr="00283630" w:rsidRDefault="00D230B7" w:rsidP="00EE2608">
            <w:pPr>
              <w:spacing w:line="276" w:lineRule="auto"/>
              <w:ind w:left="709"/>
              <w:jc w:val="both"/>
              <w:rPr>
                <w:rFonts w:ascii="Arial" w:hAnsi="Arial" w:cs="Arial"/>
              </w:rPr>
            </w:pPr>
            <w:r w:rsidRPr="00283630">
              <w:rPr>
                <w:rFonts w:ascii="Arial" w:hAnsi="Arial" w:cs="Arial"/>
              </w:rPr>
              <w:t xml:space="preserve">Le </w:t>
            </w:r>
            <w:r w:rsidR="00EF0DF5" w:rsidRPr="00283630">
              <w:rPr>
                <w:rFonts w:ascii="Arial" w:hAnsi="Arial" w:cs="Arial"/>
              </w:rPr>
              <w:t>soumissionnaire</w:t>
            </w:r>
            <w:r w:rsidRPr="00283630">
              <w:rPr>
                <w:rFonts w:ascii="Arial" w:hAnsi="Arial" w:cs="Arial"/>
              </w:rPr>
              <w:t xml:space="preserve"> ou le titulaire :</w:t>
            </w:r>
          </w:p>
          <w:p w:rsidR="00F50693" w:rsidRPr="00283630" w:rsidRDefault="00475F9E" w:rsidP="00EE2608">
            <w:pPr>
              <w:spacing w:line="276" w:lineRule="auto"/>
              <w:ind w:left="709"/>
              <w:jc w:val="both"/>
              <w:rPr>
                <w:rFonts w:ascii="Arial" w:hAnsi="Arial" w:cs="Arial"/>
                <w:i/>
              </w:rPr>
            </w:pPr>
            <w:r w:rsidRPr="00283630">
              <w:rPr>
                <w:rFonts w:ascii="Arial" w:hAnsi="Arial" w:cs="Arial"/>
                <w:i/>
              </w:rPr>
              <w:t xml:space="preserve">(personne identifiée rubrique </w:t>
            </w:r>
            <w:r w:rsidR="00FC7033" w:rsidRPr="00283630">
              <w:rPr>
                <w:rFonts w:ascii="Arial" w:hAnsi="Arial" w:cs="Arial"/>
                <w:i/>
              </w:rPr>
              <w:t>D du DC4</w:t>
            </w:r>
            <w:r w:rsidRPr="00283630">
              <w:rPr>
                <w:rFonts w:ascii="Arial" w:hAnsi="Arial" w:cs="Arial"/>
                <w:i/>
              </w:rPr>
              <w:t>)</w:t>
            </w:r>
          </w:p>
        </w:tc>
      </w:tr>
    </w:tbl>
    <w:p w:rsidR="00B55890" w:rsidRPr="00283630" w:rsidRDefault="00B55890" w:rsidP="00EE2608">
      <w:pPr>
        <w:spacing w:before="120" w:after="120" w:line="276" w:lineRule="auto"/>
        <w:rPr>
          <w:rFonts w:ascii="Arial" w:hAnsi="Arial" w:cs="Arial"/>
          <w:sz w:val="16"/>
          <w:szCs w:val="16"/>
        </w:rPr>
      </w:pPr>
    </w:p>
    <w:sectPr w:rsidR="00B55890" w:rsidRPr="00283630" w:rsidSect="00B419F0">
      <w:headerReference w:type="default" r:id="rId12"/>
      <w:type w:val="continuous"/>
      <w:pgSz w:w="11907" w:h="16840" w:code="9"/>
      <w:pgMar w:top="567" w:right="851" w:bottom="567" w:left="851" w:header="454" w:footer="6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4B2" w:rsidRDefault="004954B2">
      <w:r>
        <w:separator/>
      </w:r>
    </w:p>
  </w:endnote>
  <w:endnote w:type="continuationSeparator" w:id="0">
    <w:p w:rsidR="004954B2" w:rsidRDefault="00495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16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8009"/>
      <w:gridCol w:w="851"/>
      <w:gridCol w:w="567"/>
      <w:gridCol w:w="322"/>
      <w:gridCol w:w="567"/>
    </w:tblGrid>
    <w:tr w:rsidR="00B9169A" w:rsidRPr="00E04B70" w:rsidTr="00B419F0">
      <w:trPr>
        <w:trHeight w:val="142"/>
        <w:tblHeader/>
      </w:trPr>
      <w:tc>
        <w:tcPr>
          <w:tcW w:w="8009" w:type="dxa"/>
          <w:shd w:val="clear" w:color="auto" w:fill="BDD6EE"/>
        </w:tcPr>
        <w:p w:rsidR="00B9169A" w:rsidRPr="00E04B70" w:rsidRDefault="00B9169A" w:rsidP="00B9169A">
          <w:pPr>
            <w:ind w:left="142"/>
            <w:jc w:val="both"/>
            <w:rPr>
              <w:rFonts w:ascii="Marianne" w:hAnsi="Marianne" w:cs="Arial"/>
              <w:b/>
              <w:bCs/>
            </w:rPr>
          </w:pPr>
          <w:r w:rsidRPr="00E04B70">
            <w:rPr>
              <w:rFonts w:ascii="Marianne" w:hAnsi="Marianne" w:cs="Arial"/>
              <w:b/>
              <w:bCs/>
            </w:rPr>
            <w:t>DC4 – Déclaration de sous-traitance</w:t>
          </w:r>
          <w:r>
            <w:rPr>
              <w:rFonts w:ascii="Marianne" w:hAnsi="Marianne" w:cs="Arial"/>
              <w:b/>
              <w:bCs/>
            </w:rPr>
            <w:t xml:space="preserve"> - Annexe</w:t>
          </w:r>
        </w:p>
      </w:tc>
      <w:tc>
        <w:tcPr>
          <w:tcW w:w="851" w:type="dxa"/>
          <w:shd w:val="clear" w:color="auto" w:fill="BDD6EE"/>
        </w:tcPr>
        <w:p w:rsidR="00B9169A" w:rsidRPr="00E04B70" w:rsidRDefault="00B9169A" w:rsidP="00ED6722">
          <w:pPr>
            <w:jc w:val="right"/>
            <w:rPr>
              <w:rFonts w:ascii="Marianne" w:hAnsi="Marianne"/>
            </w:rPr>
          </w:pPr>
          <w:r w:rsidRPr="00E04B70">
            <w:rPr>
              <w:rFonts w:ascii="Marianne" w:hAnsi="Marianne" w:cs="Arial"/>
              <w:b/>
              <w:bCs/>
            </w:rPr>
            <w:t xml:space="preserve">Page :     </w:t>
          </w:r>
        </w:p>
      </w:tc>
      <w:tc>
        <w:tcPr>
          <w:tcW w:w="567" w:type="dxa"/>
          <w:shd w:val="clear" w:color="auto" w:fill="BDD6EE"/>
        </w:tcPr>
        <w:p w:rsidR="00B9169A" w:rsidRPr="00E04B70" w:rsidRDefault="00B9169A" w:rsidP="00ED6722">
          <w:pPr>
            <w:jc w:val="center"/>
            <w:rPr>
              <w:rFonts w:ascii="Marianne" w:hAnsi="Marianne" w:cs="Arial"/>
              <w:b/>
              <w:bCs/>
            </w:rPr>
          </w:pPr>
          <w:r w:rsidRPr="00E04B70">
            <w:rPr>
              <w:rFonts w:ascii="Marianne" w:hAnsi="Marianne" w:cs="Arial"/>
              <w:b/>
            </w:rPr>
            <w:fldChar w:fldCharType="begin"/>
          </w:r>
          <w:r w:rsidRPr="00E04B70">
            <w:rPr>
              <w:rFonts w:ascii="Marianne" w:hAnsi="Marianne" w:cs="Arial"/>
              <w:b/>
            </w:rPr>
            <w:instrText xml:space="preserve"> PAGE </w:instrText>
          </w:r>
          <w:r w:rsidRPr="00E04B70">
            <w:rPr>
              <w:rFonts w:ascii="Marianne" w:hAnsi="Marianne" w:cs="Arial"/>
              <w:b/>
            </w:rPr>
            <w:fldChar w:fldCharType="separate"/>
          </w:r>
          <w:r w:rsidR="003471F4">
            <w:rPr>
              <w:rFonts w:ascii="Marianne" w:hAnsi="Marianne" w:cs="Arial"/>
              <w:b/>
              <w:noProof/>
            </w:rPr>
            <w:t>2</w:t>
          </w:r>
          <w:r w:rsidRPr="00E04B70">
            <w:rPr>
              <w:rFonts w:ascii="Marianne" w:hAnsi="Marianne" w:cs="Arial"/>
              <w:b/>
            </w:rPr>
            <w:fldChar w:fldCharType="end"/>
          </w:r>
          <w:r w:rsidRPr="00E04B70">
            <w:rPr>
              <w:rFonts w:ascii="Marianne" w:eastAsia="Arial" w:hAnsi="Marianne" w:cs="Arial"/>
              <w:b/>
            </w:rPr>
            <w:t xml:space="preserve"> </w:t>
          </w:r>
        </w:p>
      </w:tc>
      <w:tc>
        <w:tcPr>
          <w:tcW w:w="322" w:type="dxa"/>
          <w:shd w:val="clear" w:color="auto" w:fill="BDD6EE"/>
        </w:tcPr>
        <w:p w:rsidR="00B9169A" w:rsidRPr="00E04B70" w:rsidRDefault="00B9169A" w:rsidP="00ED6722">
          <w:pPr>
            <w:jc w:val="center"/>
            <w:rPr>
              <w:rFonts w:ascii="Marianne" w:hAnsi="Marianne"/>
            </w:rPr>
          </w:pPr>
          <w:r w:rsidRPr="00E04B70">
            <w:rPr>
              <w:rFonts w:ascii="Marianne" w:hAnsi="Marianne" w:cs="Arial"/>
              <w:b/>
              <w:bCs/>
            </w:rPr>
            <w:t>/</w:t>
          </w:r>
        </w:p>
      </w:tc>
      <w:tc>
        <w:tcPr>
          <w:tcW w:w="567" w:type="dxa"/>
          <w:shd w:val="clear" w:color="auto" w:fill="BDD6EE"/>
        </w:tcPr>
        <w:p w:rsidR="00B9169A" w:rsidRPr="00E04B70" w:rsidRDefault="00B9169A" w:rsidP="00ED6722">
          <w:pPr>
            <w:jc w:val="center"/>
            <w:rPr>
              <w:rFonts w:ascii="Marianne" w:hAnsi="Marianne"/>
            </w:rPr>
          </w:pPr>
          <w:r w:rsidRPr="00E04B70">
            <w:rPr>
              <w:rStyle w:val="Numrodepage"/>
              <w:rFonts w:ascii="Marianne" w:hAnsi="Marianne" w:cs="Arial"/>
              <w:b/>
            </w:rPr>
            <w:fldChar w:fldCharType="begin"/>
          </w:r>
          <w:r w:rsidRPr="00E04B70">
            <w:rPr>
              <w:rStyle w:val="Numrodepage"/>
              <w:rFonts w:ascii="Marianne" w:hAnsi="Marianne" w:cs="Arial"/>
              <w:b/>
            </w:rPr>
            <w:instrText xml:space="preserve"> NUMPAGES \*Arabic </w:instrText>
          </w:r>
          <w:r w:rsidRPr="00E04B70">
            <w:rPr>
              <w:rStyle w:val="Numrodepage"/>
              <w:rFonts w:ascii="Marianne" w:hAnsi="Marianne" w:cs="Arial"/>
              <w:b/>
            </w:rPr>
            <w:fldChar w:fldCharType="separate"/>
          </w:r>
          <w:r w:rsidR="003471F4">
            <w:rPr>
              <w:rStyle w:val="Numrodepage"/>
              <w:rFonts w:ascii="Marianne" w:hAnsi="Marianne" w:cs="Arial"/>
              <w:b/>
              <w:noProof/>
            </w:rPr>
            <w:t>2</w:t>
          </w:r>
          <w:r w:rsidRPr="00E04B70">
            <w:rPr>
              <w:rStyle w:val="Numrodepage"/>
              <w:rFonts w:ascii="Marianne" w:hAnsi="Marianne" w:cs="Arial"/>
              <w:b/>
            </w:rPr>
            <w:fldChar w:fldCharType="end"/>
          </w:r>
        </w:p>
      </w:tc>
    </w:tr>
  </w:tbl>
  <w:p w:rsidR="00AE6410" w:rsidRPr="00200B38" w:rsidRDefault="00AE6410" w:rsidP="00B9169A">
    <w:pPr>
      <w:pStyle w:val="Pieddepage"/>
      <w:tabs>
        <w:tab w:val="left" w:pos="708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4B2" w:rsidRDefault="004954B2">
      <w:r>
        <w:separator/>
      </w:r>
    </w:p>
  </w:footnote>
  <w:footnote w:type="continuationSeparator" w:id="0">
    <w:p w:rsidR="004954B2" w:rsidRDefault="004954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B70" w:rsidRDefault="00E04B70" w:rsidP="00E04B70">
    <w:pPr>
      <w:pStyle w:val="ZEmetteur"/>
      <w:tabs>
        <w:tab w:val="left" w:pos="5529"/>
      </w:tabs>
    </w:pPr>
  </w:p>
  <w:p w:rsidR="00E04B70" w:rsidRDefault="00E04B70" w:rsidP="00E04B70">
    <w:pPr>
      <w:pStyle w:val="ZEmetteur"/>
      <w:tabs>
        <w:tab w:val="left" w:pos="5529"/>
      </w:tabs>
    </w:pPr>
  </w:p>
  <w:p w:rsidR="00E04B70" w:rsidRDefault="00E04B70" w:rsidP="00E04B70">
    <w:pPr>
      <w:pStyle w:val="ZEmetteur"/>
      <w:tabs>
        <w:tab w:val="left" w:pos="5529"/>
      </w:tabs>
    </w:pPr>
    <w:r>
      <w:t>Service du commissariat des armées</w:t>
    </w:r>
  </w:p>
  <w:p w:rsidR="00E04B70" w:rsidRPr="0002051B" w:rsidRDefault="00E04B70" w:rsidP="00E04B70">
    <w:pPr>
      <w:pStyle w:val="ZEmetteur"/>
    </w:pPr>
    <w:r>
      <w:t>Plate-forme commissariat Rambouillet</w:t>
    </w:r>
  </w:p>
  <w:p w:rsidR="00E04B70" w:rsidRPr="0002051B" w:rsidRDefault="00E04B70" w:rsidP="00E04B70">
    <w:pPr>
      <w:pStyle w:val="ZEmetteur"/>
    </w:pPr>
    <w:r>
      <w:t>Division Achats Publics</w:t>
    </w:r>
  </w:p>
  <w:p w:rsidR="00AE6410" w:rsidRDefault="00C91459" w:rsidP="00F41C14"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481965</wp:posOffset>
          </wp:positionH>
          <wp:positionV relativeFrom="page">
            <wp:posOffset>103505</wp:posOffset>
          </wp:positionV>
          <wp:extent cx="1176655" cy="1056005"/>
          <wp:effectExtent l="0" t="0" r="0" b="0"/>
          <wp:wrapNone/>
          <wp:docPr id="3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1056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410" w:rsidRDefault="00AE6410" w:rsidP="005B3552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15A166BE"/>
    <w:multiLevelType w:val="hybridMultilevel"/>
    <w:tmpl w:val="93B62912"/>
    <w:lvl w:ilvl="0" w:tplc="58F084FE">
      <w:start w:val="5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1BA24169"/>
    <w:multiLevelType w:val="hybridMultilevel"/>
    <w:tmpl w:val="44F01558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FF93DFF"/>
    <w:multiLevelType w:val="multilevel"/>
    <w:tmpl w:val="22161B5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" w15:restartNumberingAfterBreak="0">
    <w:nsid w:val="282973ED"/>
    <w:multiLevelType w:val="hybridMultilevel"/>
    <w:tmpl w:val="1E502958"/>
    <w:lvl w:ilvl="0" w:tplc="17B25A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A13F9D"/>
    <w:multiLevelType w:val="hybridMultilevel"/>
    <w:tmpl w:val="B4D61CD2"/>
    <w:lvl w:ilvl="0" w:tplc="040C0003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hint="default"/>
      </w:rPr>
    </w:lvl>
    <w:lvl w:ilvl="1" w:tplc="040C0001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8" w15:restartNumberingAfterBreak="0">
    <w:nsid w:val="45E05F0E"/>
    <w:multiLevelType w:val="hybridMultilevel"/>
    <w:tmpl w:val="D4E031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005E0F"/>
    <w:multiLevelType w:val="hybridMultilevel"/>
    <w:tmpl w:val="9778532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062643"/>
    <w:multiLevelType w:val="hybridMultilevel"/>
    <w:tmpl w:val="2A4273BA"/>
    <w:lvl w:ilvl="0" w:tplc="1CB23B24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Courier New" w:hAnsi="Courier New" w:hint="default"/>
      </w:rPr>
    </w:lvl>
    <w:lvl w:ilvl="1" w:tplc="040C0001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1" w15:restartNumberingAfterBreak="0">
    <w:nsid w:val="58FA3289"/>
    <w:multiLevelType w:val="singleLevel"/>
    <w:tmpl w:val="D272102A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5F9D66D3"/>
    <w:multiLevelType w:val="hybridMultilevel"/>
    <w:tmpl w:val="CE5AF5DA"/>
    <w:lvl w:ilvl="0" w:tplc="040C0005">
      <w:start w:val="1"/>
      <w:numFmt w:val="bullet"/>
      <w:lvlText w:val=""/>
      <w:lvlJc w:val="left"/>
      <w:pPr>
        <w:tabs>
          <w:tab w:val="num" w:pos="1536"/>
        </w:tabs>
        <w:ind w:left="15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56"/>
        </w:tabs>
        <w:ind w:left="225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76"/>
        </w:tabs>
        <w:ind w:left="29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96"/>
        </w:tabs>
        <w:ind w:left="36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16"/>
        </w:tabs>
        <w:ind w:left="441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36"/>
        </w:tabs>
        <w:ind w:left="51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56"/>
        </w:tabs>
        <w:ind w:left="58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76"/>
        </w:tabs>
        <w:ind w:left="657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96"/>
        </w:tabs>
        <w:ind w:left="7296" w:hanging="360"/>
      </w:pPr>
      <w:rPr>
        <w:rFonts w:ascii="Wingdings" w:hAnsi="Wingdings" w:hint="default"/>
      </w:rPr>
    </w:lvl>
  </w:abstractNum>
  <w:abstractNum w:abstractNumId="14" w15:restartNumberingAfterBreak="0">
    <w:nsid w:val="67F90A5C"/>
    <w:multiLevelType w:val="hybridMultilevel"/>
    <w:tmpl w:val="73B4537E"/>
    <w:lvl w:ilvl="0" w:tplc="DD360CEE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902829"/>
    <w:multiLevelType w:val="multilevel"/>
    <w:tmpl w:val="FF82B37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6" w15:restartNumberingAfterBreak="0">
    <w:nsid w:val="6E307488"/>
    <w:multiLevelType w:val="multilevel"/>
    <w:tmpl w:val="D09CA638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 w:hint="default"/>
      </w:rPr>
    </w:lvl>
  </w:abstractNum>
  <w:abstractNum w:abstractNumId="17" w15:restartNumberingAfterBreak="0">
    <w:nsid w:val="7102255E"/>
    <w:multiLevelType w:val="hybridMultilevel"/>
    <w:tmpl w:val="5ED80658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756743D9"/>
    <w:multiLevelType w:val="hybridMultilevel"/>
    <w:tmpl w:val="1A882A60"/>
    <w:lvl w:ilvl="0" w:tplc="DAF6BE7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7749A9"/>
    <w:multiLevelType w:val="hybridMultilevel"/>
    <w:tmpl w:val="4E5C89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1" w15:restartNumberingAfterBreak="0">
    <w:nsid w:val="7F8E43C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21"/>
  </w:num>
  <w:num w:numId="3">
    <w:abstractNumId w:val="11"/>
  </w:num>
  <w:num w:numId="4">
    <w:abstractNumId w:val="6"/>
  </w:num>
  <w:num w:numId="5">
    <w:abstractNumId w:val="13"/>
  </w:num>
  <w:num w:numId="6">
    <w:abstractNumId w:val="7"/>
  </w:num>
  <w:num w:numId="7">
    <w:abstractNumId w:val="10"/>
  </w:num>
  <w:num w:numId="8">
    <w:abstractNumId w:val="2"/>
  </w:num>
  <w:num w:numId="9">
    <w:abstractNumId w:val="4"/>
  </w:num>
  <w:num w:numId="10">
    <w:abstractNumId w:val="16"/>
  </w:num>
  <w:num w:numId="11">
    <w:abstractNumId w:val="15"/>
  </w:num>
  <w:num w:numId="12">
    <w:abstractNumId w:val="17"/>
  </w:num>
  <w:num w:numId="13">
    <w:abstractNumId w:val="19"/>
  </w:num>
  <w:num w:numId="14">
    <w:abstractNumId w:val="8"/>
  </w:num>
  <w:num w:numId="15">
    <w:abstractNumId w:val="1"/>
  </w:num>
  <w:num w:numId="16">
    <w:abstractNumId w:val="20"/>
  </w:num>
  <w:num w:numId="17">
    <w:abstractNumId w:val="5"/>
  </w:num>
  <w:num w:numId="18">
    <w:abstractNumId w:val="3"/>
  </w:num>
  <w:num w:numId="19">
    <w:abstractNumId w:val="9"/>
  </w:num>
  <w:num w:numId="20">
    <w:abstractNumId w:val="18"/>
  </w:num>
  <w:num w:numId="21">
    <w:abstractNumId w:val="14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3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BDC"/>
    <w:rsid w:val="00001319"/>
    <w:rsid w:val="00001F0E"/>
    <w:rsid w:val="000030C1"/>
    <w:rsid w:val="00006EB3"/>
    <w:rsid w:val="00007450"/>
    <w:rsid w:val="000152C1"/>
    <w:rsid w:val="000328A6"/>
    <w:rsid w:val="000416C6"/>
    <w:rsid w:val="00051714"/>
    <w:rsid w:val="00052C0B"/>
    <w:rsid w:val="00067414"/>
    <w:rsid w:val="00067629"/>
    <w:rsid w:val="00070025"/>
    <w:rsid w:val="0007108B"/>
    <w:rsid w:val="00074B0E"/>
    <w:rsid w:val="00082A56"/>
    <w:rsid w:val="0009032E"/>
    <w:rsid w:val="000923E4"/>
    <w:rsid w:val="00093BAF"/>
    <w:rsid w:val="000961A1"/>
    <w:rsid w:val="000A5BF1"/>
    <w:rsid w:val="000C795E"/>
    <w:rsid w:val="000E020C"/>
    <w:rsid w:val="000E2FF3"/>
    <w:rsid w:val="000E436D"/>
    <w:rsid w:val="000E677C"/>
    <w:rsid w:val="000E69DC"/>
    <w:rsid w:val="000E6CEA"/>
    <w:rsid w:val="000F1806"/>
    <w:rsid w:val="000F78E6"/>
    <w:rsid w:val="00100463"/>
    <w:rsid w:val="00116EDA"/>
    <w:rsid w:val="001204D8"/>
    <w:rsid w:val="00121B10"/>
    <w:rsid w:val="00123A2F"/>
    <w:rsid w:val="00140738"/>
    <w:rsid w:val="00140E16"/>
    <w:rsid w:val="00140E2E"/>
    <w:rsid w:val="00146F93"/>
    <w:rsid w:val="001476CF"/>
    <w:rsid w:val="00147731"/>
    <w:rsid w:val="00153864"/>
    <w:rsid w:val="00170632"/>
    <w:rsid w:val="00175F1E"/>
    <w:rsid w:val="00180407"/>
    <w:rsid w:val="001835A3"/>
    <w:rsid w:val="00183DEA"/>
    <w:rsid w:val="001845D2"/>
    <w:rsid w:val="00186015"/>
    <w:rsid w:val="001972A9"/>
    <w:rsid w:val="001B1CA0"/>
    <w:rsid w:val="001B414F"/>
    <w:rsid w:val="001C1A6E"/>
    <w:rsid w:val="001C6AAA"/>
    <w:rsid w:val="001C7D87"/>
    <w:rsid w:val="001D1B4A"/>
    <w:rsid w:val="001D6173"/>
    <w:rsid w:val="001D7348"/>
    <w:rsid w:val="001E0CE0"/>
    <w:rsid w:val="001E213B"/>
    <w:rsid w:val="001E21C1"/>
    <w:rsid w:val="001F607A"/>
    <w:rsid w:val="00200B38"/>
    <w:rsid w:val="0021213E"/>
    <w:rsid w:val="00215900"/>
    <w:rsid w:val="002170EA"/>
    <w:rsid w:val="0021733E"/>
    <w:rsid w:val="002347A4"/>
    <w:rsid w:val="00235071"/>
    <w:rsid w:val="00237BE5"/>
    <w:rsid w:val="00250CBC"/>
    <w:rsid w:val="00250E5B"/>
    <w:rsid w:val="00255431"/>
    <w:rsid w:val="00257425"/>
    <w:rsid w:val="00266794"/>
    <w:rsid w:val="0026786F"/>
    <w:rsid w:val="002701E5"/>
    <w:rsid w:val="00270EA6"/>
    <w:rsid w:val="002727A5"/>
    <w:rsid w:val="00275F95"/>
    <w:rsid w:val="00276FF1"/>
    <w:rsid w:val="002773F5"/>
    <w:rsid w:val="002816E7"/>
    <w:rsid w:val="00283630"/>
    <w:rsid w:val="002932AA"/>
    <w:rsid w:val="00294F6A"/>
    <w:rsid w:val="002A63A9"/>
    <w:rsid w:val="002A673A"/>
    <w:rsid w:val="002A757F"/>
    <w:rsid w:val="002B3EFA"/>
    <w:rsid w:val="002B5956"/>
    <w:rsid w:val="002C0DBF"/>
    <w:rsid w:val="002C4FB9"/>
    <w:rsid w:val="002D5277"/>
    <w:rsid w:val="002E4836"/>
    <w:rsid w:val="002E71F0"/>
    <w:rsid w:val="002E72CA"/>
    <w:rsid w:val="002F33CF"/>
    <w:rsid w:val="00312B98"/>
    <w:rsid w:val="00314AD9"/>
    <w:rsid w:val="003173B6"/>
    <w:rsid w:val="00327A13"/>
    <w:rsid w:val="00330C7E"/>
    <w:rsid w:val="00334BE7"/>
    <w:rsid w:val="00337FF3"/>
    <w:rsid w:val="003414A8"/>
    <w:rsid w:val="00341B4A"/>
    <w:rsid w:val="00346541"/>
    <w:rsid w:val="00346D5A"/>
    <w:rsid w:val="003471F4"/>
    <w:rsid w:val="00351914"/>
    <w:rsid w:val="00354645"/>
    <w:rsid w:val="00360AF2"/>
    <w:rsid w:val="00362804"/>
    <w:rsid w:val="00363E9F"/>
    <w:rsid w:val="0036659F"/>
    <w:rsid w:val="0037268B"/>
    <w:rsid w:val="00374EFD"/>
    <w:rsid w:val="00375352"/>
    <w:rsid w:val="0037639F"/>
    <w:rsid w:val="00377EA0"/>
    <w:rsid w:val="0038405F"/>
    <w:rsid w:val="00384D62"/>
    <w:rsid w:val="00385155"/>
    <w:rsid w:val="003927E0"/>
    <w:rsid w:val="003A18B3"/>
    <w:rsid w:val="003A315A"/>
    <w:rsid w:val="003A6CC3"/>
    <w:rsid w:val="003B07BB"/>
    <w:rsid w:val="003B4FBB"/>
    <w:rsid w:val="003C1399"/>
    <w:rsid w:val="003C5A1D"/>
    <w:rsid w:val="003D0285"/>
    <w:rsid w:val="003E1A58"/>
    <w:rsid w:val="003F161D"/>
    <w:rsid w:val="003F24FE"/>
    <w:rsid w:val="003F30C0"/>
    <w:rsid w:val="003F59B0"/>
    <w:rsid w:val="003F60BA"/>
    <w:rsid w:val="00401F25"/>
    <w:rsid w:val="004037BA"/>
    <w:rsid w:val="00423D5E"/>
    <w:rsid w:val="004338AE"/>
    <w:rsid w:val="00441304"/>
    <w:rsid w:val="00443094"/>
    <w:rsid w:val="00443307"/>
    <w:rsid w:val="00445B69"/>
    <w:rsid w:val="00455835"/>
    <w:rsid w:val="00457659"/>
    <w:rsid w:val="004638B2"/>
    <w:rsid w:val="00465954"/>
    <w:rsid w:val="00470689"/>
    <w:rsid w:val="00475F9E"/>
    <w:rsid w:val="00483763"/>
    <w:rsid w:val="00484D0F"/>
    <w:rsid w:val="0049076E"/>
    <w:rsid w:val="004954B2"/>
    <w:rsid w:val="00495D65"/>
    <w:rsid w:val="004A1975"/>
    <w:rsid w:val="004A35EC"/>
    <w:rsid w:val="004A5547"/>
    <w:rsid w:val="004B1A22"/>
    <w:rsid w:val="004B6967"/>
    <w:rsid w:val="004E02AF"/>
    <w:rsid w:val="004E1F69"/>
    <w:rsid w:val="004E24D6"/>
    <w:rsid w:val="004E48F6"/>
    <w:rsid w:val="004E77CA"/>
    <w:rsid w:val="004F16C2"/>
    <w:rsid w:val="004F48AD"/>
    <w:rsid w:val="004F5EFD"/>
    <w:rsid w:val="00506A97"/>
    <w:rsid w:val="0051043F"/>
    <w:rsid w:val="0051104A"/>
    <w:rsid w:val="00513B41"/>
    <w:rsid w:val="00515573"/>
    <w:rsid w:val="00516A83"/>
    <w:rsid w:val="0052170E"/>
    <w:rsid w:val="00523642"/>
    <w:rsid w:val="00526F21"/>
    <w:rsid w:val="005376D1"/>
    <w:rsid w:val="00542D32"/>
    <w:rsid w:val="005436C8"/>
    <w:rsid w:val="00550A92"/>
    <w:rsid w:val="00554C0E"/>
    <w:rsid w:val="00562E09"/>
    <w:rsid w:val="00567896"/>
    <w:rsid w:val="00577410"/>
    <w:rsid w:val="0058095B"/>
    <w:rsid w:val="00582287"/>
    <w:rsid w:val="0058577E"/>
    <w:rsid w:val="005874F4"/>
    <w:rsid w:val="00587532"/>
    <w:rsid w:val="005916A4"/>
    <w:rsid w:val="005A0ED0"/>
    <w:rsid w:val="005B1B16"/>
    <w:rsid w:val="005B3552"/>
    <w:rsid w:val="005B383D"/>
    <w:rsid w:val="005B40BF"/>
    <w:rsid w:val="005C11D5"/>
    <w:rsid w:val="005D157D"/>
    <w:rsid w:val="005D429E"/>
    <w:rsid w:val="005E04A0"/>
    <w:rsid w:val="005E3255"/>
    <w:rsid w:val="005E4997"/>
    <w:rsid w:val="005E6CF0"/>
    <w:rsid w:val="005F0F1B"/>
    <w:rsid w:val="005F2592"/>
    <w:rsid w:val="00613188"/>
    <w:rsid w:val="006142D9"/>
    <w:rsid w:val="00620F17"/>
    <w:rsid w:val="006216B7"/>
    <w:rsid w:val="0062510E"/>
    <w:rsid w:val="00632F19"/>
    <w:rsid w:val="00635B8A"/>
    <w:rsid w:val="00644AC7"/>
    <w:rsid w:val="00646F99"/>
    <w:rsid w:val="00654C26"/>
    <w:rsid w:val="006706B4"/>
    <w:rsid w:val="0067253B"/>
    <w:rsid w:val="00673828"/>
    <w:rsid w:val="0067525A"/>
    <w:rsid w:val="00675894"/>
    <w:rsid w:val="00687315"/>
    <w:rsid w:val="0069058D"/>
    <w:rsid w:val="006950F1"/>
    <w:rsid w:val="006977DE"/>
    <w:rsid w:val="00697DBC"/>
    <w:rsid w:val="006A4901"/>
    <w:rsid w:val="006A4AC4"/>
    <w:rsid w:val="006B34FA"/>
    <w:rsid w:val="006B518C"/>
    <w:rsid w:val="006C0A5F"/>
    <w:rsid w:val="006C120F"/>
    <w:rsid w:val="006C1B53"/>
    <w:rsid w:val="006C7576"/>
    <w:rsid w:val="006D07D0"/>
    <w:rsid w:val="006D0889"/>
    <w:rsid w:val="006E6859"/>
    <w:rsid w:val="006F3AE2"/>
    <w:rsid w:val="006F420C"/>
    <w:rsid w:val="006F42D2"/>
    <w:rsid w:val="006F636B"/>
    <w:rsid w:val="006F6CE2"/>
    <w:rsid w:val="00700612"/>
    <w:rsid w:val="00700F82"/>
    <w:rsid w:val="00706973"/>
    <w:rsid w:val="007077F4"/>
    <w:rsid w:val="007140C8"/>
    <w:rsid w:val="00715056"/>
    <w:rsid w:val="007156CE"/>
    <w:rsid w:val="00717554"/>
    <w:rsid w:val="00720BAF"/>
    <w:rsid w:val="00720CF6"/>
    <w:rsid w:val="0072304F"/>
    <w:rsid w:val="00723ED4"/>
    <w:rsid w:val="0072494E"/>
    <w:rsid w:val="007252D4"/>
    <w:rsid w:val="00726F8A"/>
    <w:rsid w:val="007438D2"/>
    <w:rsid w:val="00750C6C"/>
    <w:rsid w:val="00757087"/>
    <w:rsid w:val="007641ED"/>
    <w:rsid w:val="0077154C"/>
    <w:rsid w:val="0077417C"/>
    <w:rsid w:val="00780F98"/>
    <w:rsid w:val="007829D7"/>
    <w:rsid w:val="007840A7"/>
    <w:rsid w:val="00793703"/>
    <w:rsid w:val="0079685D"/>
    <w:rsid w:val="00797063"/>
    <w:rsid w:val="007A5812"/>
    <w:rsid w:val="007B2303"/>
    <w:rsid w:val="007B23D6"/>
    <w:rsid w:val="007B5010"/>
    <w:rsid w:val="007D1C60"/>
    <w:rsid w:val="007E6699"/>
    <w:rsid w:val="007F0AAC"/>
    <w:rsid w:val="007F3441"/>
    <w:rsid w:val="00800EB0"/>
    <w:rsid w:val="008045EF"/>
    <w:rsid w:val="0080541F"/>
    <w:rsid w:val="00805A47"/>
    <w:rsid w:val="00811228"/>
    <w:rsid w:val="008256A9"/>
    <w:rsid w:val="008263B2"/>
    <w:rsid w:val="0083231C"/>
    <w:rsid w:val="008469E6"/>
    <w:rsid w:val="008505F1"/>
    <w:rsid w:val="00852DCC"/>
    <w:rsid w:val="00856562"/>
    <w:rsid w:val="00857F5A"/>
    <w:rsid w:val="0086312E"/>
    <w:rsid w:val="00863EA5"/>
    <w:rsid w:val="00867B91"/>
    <w:rsid w:val="008801E7"/>
    <w:rsid w:val="0088152C"/>
    <w:rsid w:val="008924F6"/>
    <w:rsid w:val="008A0841"/>
    <w:rsid w:val="008A1000"/>
    <w:rsid w:val="008A1EBD"/>
    <w:rsid w:val="008A4B1A"/>
    <w:rsid w:val="008A6AD0"/>
    <w:rsid w:val="008A77DE"/>
    <w:rsid w:val="008C030B"/>
    <w:rsid w:val="008C48DB"/>
    <w:rsid w:val="008C4D14"/>
    <w:rsid w:val="008C6E85"/>
    <w:rsid w:val="008D30E2"/>
    <w:rsid w:val="008F0F00"/>
    <w:rsid w:val="008F27B7"/>
    <w:rsid w:val="008F448C"/>
    <w:rsid w:val="008F74A2"/>
    <w:rsid w:val="00907343"/>
    <w:rsid w:val="00916052"/>
    <w:rsid w:val="00921016"/>
    <w:rsid w:val="00934F0C"/>
    <w:rsid w:val="009354EC"/>
    <w:rsid w:val="00935938"/>
    <w:rsid w:val="00940173"/>
    <w:rsid w:val="00941AAB"/>
    <w:rsid w:val="009422B8"/>
    <w:rsid w:val="00947393"/>
    <w:rsid w:val="00952F6C"/>
    <w:rsid w:val="00953510"/>
    <w:rsid w:val="009535D5"/>
    <w:rsid w:val="00954EAC"/>
    <w:rsid w:val="00956CA9"/>
    <w:rsid w:val="00962285"/>
    <w:rsid w:val="00962EA5"/>
    <w:rsid w:val="00963871"/>
    <w:rsid w:val="00963ADA"/>
    <w:rsid w:val="00970F54"/>
    <w:rsid w:val="009722B2"/>
    <w:rsid w:val="0097512D"/>
    <w:rsid w:val="00977639"/>
    <w:rsid w:val="009800F3"/>
    <w:rsid w:val="00980DEF"/>
    <w:rsid w:val="00984AC1"/>
    <w:rsid w:val="00986E69"/>
    <w:rsid w:val="009A2D33"/>
    <w:rsid w:val="009A7E84"/>
    <w:rsid w:val="009B00CC"/>
    <w:rsid w:val="009B0448"/>
    <w:rsid w:val="009B1A09"/>
    <w:rsid w:val="009B44FD"/>
    <w:rsid w:val="009B54E2"/>
    <w:rsid w:val="009C23FB"/>
    <w:rsid w:val="009C3680"/>
    <w:rsid w:val="009D1EA5"/>
    <w:rsid w:val="009D4073"/>
    <w:rsid w:val="009E18E0"/>
    <w:rsid w:val="009E31C4"/>
    <w:rsid w:val="009E3E52"/>
    <w:rsid w:val="009E795A"/>
    <w:rsid w:val="009F1D2B"/>
    <w:rsid w:val="009F223C"/>
    <w:rsid w:val="009F4145"/>
    <w:rsid w:val="009F5446"/>
    <w:rsid w:val="009F7CE5"/>
    <w:rsid w:val="00A00BBA"/>
    <w:rsid w:val="00A036B0"/>
    <w:rsid w:val="00A0407A"/>
    <w:rsid w:val="00A06D8A"/>
    <w:rsid w:val="00A11F05"/>
    <w:rsid w:val="00A149E1"/>
    <w:rsid w:val="00A1782D"/>
    <w:rsid w:val="00A21823"/>
    <w:rsid w:val="00A2499D"/>
    <w:rsid w:val="00A25A31"/>
    <w:rsid w:val="00A274DE"/>
    <w:rsid w:val="00A37686"/>
    <w:rsid w:val="00A43D05"/>
    <w:rsid w:val="00A452BF"/>
    <w:rsid w:val="00A473A3"/>
    <w:rsid w:val="00A50B8D"/>
    <w:rsid w:val="00A52E09"/>
    <w:rsid w:val="00A620C1"/>
    <w:rsid w:val="00A6564D"/>
    <w:rsid w:val="00A75D2B"/>
    <w:rsid w:val="00A76E1C"/>
    <w:rsid w:val="00A76FB5"/>
    <w:rsid w:val="00A8224B"/>
    <w:rsid w:val="00A917BA"/>
    <w:rsid w:val="00AA1F04"/>
    <w:rsid w:val="00AB1C82"/>
    <w:rsid w:val="00AB4876"/>
    <w:rsid w:val="00AB5D95"/>
    <w:rsid w:val="00AC11BE"/>
    <w:rsid w:val="00AD2956"/>
    <w:rsid w:val="00AD528C"/>
    <w:rsid w:val="00AD634C"/>
    <w:rsid w:val="00AE6410"/>
    <w:rsid w:val="00AF2C81"/>
    <w:rsid w:val="00AF452E"/>
    <w:rsid w:val="00B03DDA"/>
    <w:rsid w:val="00B10F34"/>
    <w:rsid w:val="00B12083"/>
    <w:rsid w:val="00B20FD9"/>
    <w:rsid w:val="00B247CE"/>
    <w:rsid w:val="00B35D8A"/>
    <w:rsid w:val="00B419F0"/>
    <w:rsid w:val="00B4421A"/>
    <w:rsid w:val="00B447D9"/>
    <w:rsid w:val="00B448A7"/>
    <w:rsid w:val="00B522AA"/>
    <w:rsid w:val="00B55890"/>
    <w:rsid w:val="00B618A9"/>
    <w:rsid w:val="00B61BB2"/>
    <w:rsid w:val="00B657C7"/>
    <w:rsid w:val="00B71726"/>
    <w:rsid w:val="00B749E5"/>
    <w:rsid w:val="00B802EF"/>
    <w:rsid w:val="00B80998"/>
    <w:rsid w:val="00B83605"/>
    <w:rsid w:val="00B9169A"/>
    <w:rsid w:val="00B94826"/>
    <w:rsid w:val="00BA20FC"/>
    <w:rsid w:val="00BA32A3"/>
    <w:rsid w:val="00BA5568"/>
    <w:rsid w:val="00BA5DDC"/>
    <w:rsid w:val="00BB13DD"/>
    <w:rsid w:val="00BB6642"/>
    <w:rsid w:val="00BB6C92"/>
    <w:rsid w:val="00BC187A"/>
    <w:rsid w:val="00BD1595"/>
    <w:rsid w:val="00BD2DE1"/>
    <w:rsid w:val="00BD49DE"/>
    <w:rsid w:val="00BE0052"/>
    <w:rsid w:val="00BE0D91"/>
    <w:rsid w:val="00BE20FA"/>
    <w:rsid w:val="00BF593E"/>
    <w:rsid w:val="00BF7A09"/>
    <w:rsid w:val="00C05631"/>
    <w:rsid w:val="00C108B1"/>
    <w:rsid w:val="00C27375"/>
    <w:rsid w:val="00C34024"/>
    <w:rsid w:val="00C43D12"/>
    <w:rsid w:val="00C453CB"/>
    <w:rsid w:val="00C46669"/>
    <w:rsid w:val="00C46E99"/>
    <w:rsid w:val="00C56DDF"/>
    <w:rsid w:val="00C6055C"/>
    <w:rsid w:val="00C618B0"/>
    <w:rsid w:val="00C6536A"/>
    <w:rsid w:val="00C660B6"/>
    <w:rsid w:val="00C661DE"/>
    <w:rsid w:val="00C66F87"/>
    <w:rsid w:val="00C6740B"/>
    <w:rsid w:val="00C70F31"/>
    <w:rsid w:val="00C71C46"/>
    <w:rsid w:val="00C751C3"/>
    <w:rsid w:val="00C75874"/>
    <w:rsid w:val="00C80D32"/>
    <w:rsid w:val="00C8136E"/>
    <w:rsid w:val="00C82363"/>
    <w:rsid w:val="00C84B32"/>
    <w:rsid w:val="00C91459"/>
    <w:rsid w:val="00C95BDF"/>
    <w:rsid w:val="00CA2293"/>
    <w:rsid w:val="00CA2BDC"/>
    <w:rsid w:val="00CA5D87"/>
    <w:rsid w:val="00CB1E2B"/>
    <w:rsid w:val="00CB29AF"/>
    <w:rsid w:val="00CB5AF5"/>
    <w:rsid w:val="00CC0681"/>
    <w:rsid w:val="00CC0E1D"/>
    <w:rsid w:val="00CD4A6F"/>
    <w:rsid w:val="00CD4D6C"/>
    <w:rsid w:val="00CF0223"/>
    <w:rsid w:val="00CF397E"/>
    <w:rsid w:val="00CF3C7A"/>
    <w:rsid w:val="00D12646"/>
    <w:rsid w:val="00D230B7"/>
    <w:rsid w:val="00D33D01"/>
    <w:rsid w:val="00D3750A"/>
    <w:rsid w:val="00D43935"/>
    <w:rsid w:val="00D439E3"/>
    <w:rsid w:val="00D46CCB"/>
    <w:rsid w:val="00D555D4"/>
    <w:rsid w:val="00D600EC"/>
    <w:rsid w:val="00D6096E"/>
    <w:rsid w:val="00D64E66"/>
    <w:rsid w:val="00D67D3D"/>
    <w:rsid w:val="00D8278E"/>
    <w:rsid w:val="00D829FB"/>
    <w:rsid w:val="00D848EB"/>
    <w:rsid w:val="00D9013B"/>
    <w:rsid w:val="00D91AC9"/>
    <w:rsid w:val="00DA05D0"/>
    <w:rsid w:val="00DB22CC"/>
    <w:rsid w:val="00DB318A"/>
    <w:rsid w:val="00DB6418"/>
    <w:rsid w:val="00DC2437"/>
    <w:rsid w:val="00DD00D7"/>
    <w:rsid w:val="00DE683C"/>
    <w:rsid w:val="00DF03C8"/>
    <w:rsid w:val="00DF75F9"/>
    <w:rsid w:val="00E00A3A"/>
    <w:rsid w:val="00E02D2C"/>
    <w:rsid w:val="00E04B70"/>
    <w:rsid w:val="00E10380"/>
    <w:rsid w:val="00E12B04"/>
    <w:rsid w:val="00E21A44"/>
    <w:rsid w:val="00E231E4"/>
    <w:rsid w:val="00E23B59"/>
    <w:rsid w:val="00E26F2A"/>
    <w:rsid w:val="00E30A3D"/>
    <w:rsid w:val="00E32968"/>
    <w:rsid w:val="00E35628"/>
    <w:rsid w:val="00E42ACF"/>
    <w:rsid w:val="00E45927"/>
    <w:rsid w:val="00E514B0"/>
    <w:rsid w:val="00E61E2D"/>
    <w:rsid w:val="00E6242C"/>
    <w:rsid w:val="00E62611"/>
    <w:rsid w:val="00E80102"/>
    <w:rsid w:val="00E86DA8"/>
    <w:rsid w:val="00E905F9"/>
    <w:rsid w:val="00E91377"/>
    <w:rsid w:val="00E9242B"/>
    <w:rsid w:val="00E94E1D"/>
    <w:rsid w:val="00E94F3E"/>
    <w:rsid w:val="00EA1BFC"/>
    <w:rsid w:val="00EB62A0"/>
    <w:rsid w:val="00EB6F06"/>
    <w:rsid w:val="00EC60EB"/>
    <w:rsid w:val="00ED11E8"/>
    <w:rsid w:val="00ED2A47"/>
    <w:rsid w:val="00ED43E8"/>
    <w:rsid w:val="00ED6722"/>
    <w:rsid w:val="00EE22C6"/>
    <w:rsid w:val="00EE2608"/>
    <w:rsid w:val="00EE4A77"/>
    <w:rsid w:val="00EF0DF5"/>
    <w:rsid w:val="00EF6F48"/>
    <w:rsid w:val="00EF77B4"/>
    <w:rsid w:val="00F01E9F"/>
    <w:rsid w:val="00F10CCE"/>
    <w:rsid w:val="00F12901"/>
    <w:rsid w:val="00F1472C"/>
    <w:rsid w:val="00F204A4"/>
    <w:rsid w:val="00F31F03"/>
    <w:rsid w:val="00F341C1"/>
    <w:rsid w:val="00F41783"/>
    <w:rsid w:val="00F41C14"/>
    <w:rsid w:val="00F42AC4"/>
    <w:rsid w:val="00F4424B"/>
    <w:rsid w:val="00F446B2"/>
    <w:rsid w:val="00F446B5"/>
    <w:rsid w:val="00F45555"/>
    <w:rsid w:val="00F50693"/>
    <w:rsid w:val="00F730CC"/>
    <w:rsid w:val="00F75E53"/>
    <w:rsid w:val="00F82ABB"/>
    <w:rsid w:val="00F96783"/>
    <w:rsid w:val="00FA05CE"/>
    <w:rsid w:val="00FA5AF4"/>
    <w:rsid w:val="00FB1356"/>
    <w:rsid w:val="00FB1800"/>
    <w:rsid w:val="00FB19B8"/>
    <w:rsid w:val="00FB1D8D"/>
    <w:rsid w:val="00FB2D3F"/>
    <w:rsid w:val="00FB709C"/>
    <w:rsid w:val="00FC2DDC"/>
    <w:rsid w:val="00FC4454"/>
    <w:rsid w:val="00FC6B3C"/>
    <w:rsid w:val="00FC7033"/>
    <w:rsid w:val="00FC7FC1"/>
    <w:rsid w:val="00FD53D2"/>
    <w:rsid w:val="00FD7A84"/>
    <w:rsid w:val="00FF2EAD"/>
    <w:rsid w:val="00FF2F2C"/>
    <w:rsid w:val="00FF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96"/>
  <w15:chartTrackingRefBased/>
  <w15:docId w15:val="{F67ABA5F-9D80-4261-9747-28E5DFE09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224B"/>
  </w:style>
  <w:style w:type="paragraph" w:styleId="Titre1">
    <w:name w:val="heading 1"/>
    <w:basedOn w:val="Normal"/>
    <w:next w:val="Normal"/>
    <w:link w:val="Titre1Car"/>
    <w:uiPriority w:val="99"/>
    <w:qFormat/>
    <w:pPr>
      <w:keepNext/>
      <w:outlineLvl w:val="0"/>
    </w:pPr>
    <w:rPr>
      <w:rFonts w:ascii="Arial" w:hAnsi="Arial" w:cs="Arial"/>
      <w:b/>
      <w:bCs/>
      <w:cap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tabs>
        <w:tab w:val="left" w:pos="-142"/>
        <w:tab w:val="left" w:pos="4111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tabs>
        <w:tab w:val="left" w:pos="288"/>
      </w:tabs>
      <w:spacing w:before="60"/>
      <w:jc w:val="both"/>
      <w:outlineLvl w:val="2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0E2F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link w:val="Titre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8Car">
    <w:name w:val="Titre 8 Car"/>
    <w:link w:val="Titre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semiHidden/>
    <w:rPr>
      <w:sz w:val="20"/>
      <w:szCs w:val="20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paragraph" w:customStyle="1" w:styleId="ftiret">
    <w:name w:val="f_tiret"/>
    <w:basedOn w:val="Normal"/>
    <w:uiPriority w:val="99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  <w:rPr>
      <w:rFonts w:ascii="Univers" w:hAnsi="Univers" w:cs="Univers"/>
    </w:rPr>
  </w:style>
  <w:style w:type="paragraph" w:customStyle="1" w:styleId="fcase1ertab">
    <w:name w:val="f_case_1ertab"/>
    <w:basedOn w:val="Normal"/>
    <w:pPr>
      <w:tabs>
        <w:tab w:val="left" w:pos="426"/>
      </w:tabs>
      <w:spacing w:after="60"/>
      <w:ind w:left="709" w:hanging="709"/>
      <w:jc w:val="both"/>
    </w:pPr>
    <w:rPr>
      <w:rFonts w:ascii="Univers" w:hAnsi="Univers" w:cs="Univers"/>
    </w:r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styleId="Notedebasdepage">
    <w:name w:val="footnote text"/>
    <w:basedOn w:val="Normal"/>
    <w:link w:val="NotedebasdepageCar"/>
    <w:uiPriority w:val="99"/>
  </w:style>
  <w:style w:type="character" w:customStyle="1" w:styleId="NotedebasdepageCar">
    <w:name w:val="Note de bas de page Car"/>
    <w:link w:val="Notedebasdepage"/>
    <w:uiPriority w:val="99"/>
    <w:semiHidden/>
    <w:rPr>
      <w:sz w:val="20"/>
      <w:szCs w:val="20"/>
    </w:rPr>
  </w:style>
  <w:style w:type="character" w:styleId="Appelnotedebasdep">
    <w:name w:val="footnote reference"/>
    <w:uiPriority w:val="99"/>
    <w:rPr>
      <w:rFonts w:cs="Times New Roman"/>
      <w:vertAlign w:val="superscript"/>
    </w:rPr>
  </w:style>
  <w:style w:type="paragraph" w:styleId="Corpsdetexte">
    <w:name w:val="Body Text"/>
    <w:basedOn w:val="Normal"/>
    <w:link w:val="CorpsdetexteCar"/>
    <w:uiPriority w:val="99"/>
    <w:pPr>
      <w:spacing w:after="120"/>
      <w:jc w:val="both"/>
    </w:pPr>
    <w:rPr>
      <w:rFonts w:ascii="Arial" w:hAnsi="Arial" w:cs="Arial"/>
      <w:sz w:val="24"/>
      <w:szCs w:val="24"/>
    </w:rPr>
  </w:style>
  <w:style w:type="character" w:customStyle="1" w:styleId="CorpsdetexteCar">
    <w:name w:val="Corps de texte Car"/>
    <w:link w:val="Corpsdetexte"/>
    <w:uiPriority w:val="99"/>
    <w:semiHidden/>
    <w:rPr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pPr>
      <w:spacing w:before="120" w:after="120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Corpsdetexte2Car">
    <w:name w:val="Corps de texte 2 Car"/>
    <w:link w:val="Corpsdetexte2"/>
    <w:uiPriority w:val="99"/>
    <w:semiHidden/>
    <w:rPr>
      <w:sz w:val="20"/>
      <w:szCs w:val="20"/>
    </w:rPr>
  </w:style>
  <w:style w:type="character" w:styleId="Lienhypertexte">
    <w:name w:val="Hyperlink"/>
    <w:rPr>
      <w:rFonts w:cs="Times New Roman"/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pPr>
      <w:tabs>
        <w:tab w:val="left" w:pos="720"/>
        <w:tab w:val="left" w:leader="dot" w:pos="9639"/>
      </w:tabs>
      <w:jc w:val="both"/>
    </w:pPr>
    <w:rPr>
      <w:rFonts w:ascii="Arial" w:hAnsi="Arial" w:cs="Arial"/>
    </w:rPr>
  </w:style>
  <w:style w:type="character" w:customStyle="1" w:styleId="Corpsdetexte3Car">
    <w:name w:val="Corps de texte 3 Car"/>
    <w:link w:val="Corpsdetexte3"/>
    <w:uiPriority w:val="99"/>
    <w:semiHidden/>
    <w:rPr>
      <w:sz w:val="16"/>
      <w:szCs w:val="16"/>
    </w:rPr>
  </w:style>
  <w:style w:type="paragraph" w:styleId="Lgende">
    <w:name w:val="caption"/>
    <w:basedOn w:val="Normal"/>
    <w:next w:val="Normal"/>
    <w:uiPriority w:val="99"/>
    <w:qFormat/>
    <w:pPr>
      <w:jc w:val="both"/>
    </w:pPr>
    <w:rPr>
      <w:rFonts w:ascii="Arial" w:hAnsi="Arial" w:cs="Arial"/>
      <w:b/>
      <w:bCs/>
      <w:i/>
      <w:iCs/>
      <w:sz w:val="16"/>
      <w:szCs w:val="16"/>
    </w:rPr>
  </w:style>
  <w:style w:type="paragraph" w:styleId="NormalWeb">
    <w:name w:val="Normal (Web)"/>
    <w:basedOn w:val="Normal"/>
    <w:uiPriority w:val="99"/>
    <w:rsid w:val="001F607A"/>
    <w:pPr>
      <w:spacing w:before="100" w:beforeAutospacing="1" w:after="100" w:afterAutospacing="1"/>
    </w:pPr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B61BB2"/>
    <w:pPr>
      <w:ind w:left="720"/>
      <w:contextualSpacing/>
    </w:pPr>
  </w:style>
  <w:style w:type="character" w:styleId="Lienhypertextesuivivisit">
    <w:name w:val="FollowedHyperlink"/>
    <w:uiPriority w:val="99"/>
    <w:semiHidden/>
    <w:unhideWhenUsed/>
    <w:rsid w:val="009E31C4"/>
    <w:rPr>
      <w:color w:val="800080"/>
      <w:u w:val="single"/>
    </w:rPr>
  </w:style>
  <w:style w:type="character" w:customStyle="1" w:styleId="Titre9Car">
    <w:name w:val="Titre 9 Car"/>
    <w:link w:val="Titre9"/>
    <w:uiPriority w:val="9"/>
    <w:rsid w:val="000E2FF3"/>
    <w:rPr>
      <w:rFonts w:ascii="Cambria" w:eastAsia="Times New Roman" w:hAnsi="Cambria" w:cs="Times New Roman"/>
      <w:sz w:val="22"/>
      <w:szCs w:val="22"/>
    </w:rPr>
  </w:style>
  <w:style w:type="paragraph" w:styleId="Sansinterligne">
    <w:name w:val="No Spacing"/>
    <w:uiPriority w:val="1"/>
    <w:qFormat/>
    <w:rsid w:val="00360AF2"/>
    <w:rPr>
      <w:rFonts w:ascii="Arial" w:eastAsia="Calibri" w:hAnsi="Arial"/>
      <w:szCs w:val="22"/>
      <w:lang w:eastAsia="en-US"/>
    </w:rPr>
  </w:style>
  <w:style w:type="character" w:styleId="Marquedecommentaire">
    <w:name w:val="annotation reference"/>
    <w:uiPriority w:val="99"/>
    <w:semiHidden/>
    <w:unhideWhenUsed/>
    <w:rsid w:val="00A1782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1782D"/>
  </w:style>
  <w:style w:type="character" w:customStyle="1" w:styleId="CommentaireCar">
    <w:name w:val="Commentaire Car"/>
    <w:basedOn w:val="Policepardfaut"/>
    <w:link w:val="Commentaire"/>
    <w:uiPriority w:val="99"/>
    <w:semiHidden/>
    <w:rsid w:val="00A1782D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1782D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A1782D"/>
    <w:rPr>
      <w:b/>
      <w:bCs/>
    </w:rPr>
  </w:style>
  <w:style w:type="paragraph" w:styleId="Rvision">
    <w:name w:val="Revision"/>
    <w:hidden/>
    <w:uiPriority w:val="99"/>
    <w:semiHidden/>
    <w:rsid w:val="00A1782D"/>
  </w:style>
  <w:style w:type="paragraph" w:customStyle="1" w:styleId="ZEmetteur">
    <w:name w:val="*ZEmetteur"/>
    <w:basedOn w:val="Normal"/>
    <w:qFormat/>
    <w:rsid w:val="00E04B70"/>
    <w:pPr>
      <w:jc w:val="right"/>
    </w:pPr>
    <w:rPr>
      <w:rFonts w:ascii="Marianne" w:eastAsia="Calibri" w:hAnsi="Marianne" w:cs="Arial"/>
      <w:b/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3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2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5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58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58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58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58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76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arches-publics.gouv.f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fc-rbt.contact.fct@intradef.gouv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3F953-AB97-4D4F-9C25-8C6413A11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0</TotalTime>
  <Pages>2</Pages>
  <Words>335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Ministère de l'Economie</Company>
  <LinksUpToDate>false</LinksUpToDate>
  <CharactersWithSpaces>2507</CharactersWithSpaces>
  <SharedDoc>false</SharedDoc>
  <HLinks>
    <vt:vector size="24" baseType="variant">
      <vt:variant>
        <vt:i4>852067</vt:i4>
      </vt:variant>
      <vt:variant>
        <vt:i4>11</vt:i4>
      </vt:variant>
      <vt:variant>
        <vt:i4>0</vt:i4>
      </vt:variant>
      <vt:variant>
        <vt:i4>5</vt:i4>
      </vt:variant>
      <vt:variant>
        <vt:lpwstr>https://www.legifrance.gouv.fr/affichCodeArticle.do;jsessionid=4621551EBA8F207989B321CE0150EEF9.tplgfr42s_2?idArticle=LEGIARTI000037729603&amp;cidTexte=LEGITEXT000037701019&amp;dateTexte=20190401</vt:lpwstr>
      </vt:variant>
      <vt:variant>
        <vt:lpwstr/>
      </vt:variant>
      <vt:variant>
        <vt:i4>852067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https://www.legifrance.gouv.fr/affichCodeArticle.do;jsessionid=4621551EBA8F207989B321CE0150EEF9.tplgfr42s_2?idArticle=LEGIARTI000037729603&amp;cidTexte=LEGITEXT000037701019&amp;dateTexte=20190401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3473434</vt:i4>
      </vt:variant>
      <vt:variant>
        <vt:i4>0</vt:i4>
      </vt:variant>
      <vt:variant>
        <vt:i4>0</vt:i4>
      </vt:variant>
      <vt:variant>
        <vt:i4>5</vt:i4>
      </vt:variant>
      <vt:variant>
        <vt:lpwstr>mailto:pfc-rbt.contact.fct@intradef.gouv.fr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PEZZIN Laetitia MAJ</cp:lastModifiedBy>
  <cp:revision>4</cp:revision>
  <cp:lastPrinted>2019-03-13T16:36:00Z</cp:lastPrinted>
  <dcterms:created xsi:type="dcterms:W3CDTF">2025-06-02T12:10:00Z</dcterms:created>
  <dcterms:modified xsi:type="dcterms:W3CDTF">2025-07-09T09:18:00Z</dcterms:modified>
</cp:coreProperties>
</file>